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6" w:type="dxa"/>
        <w:tblInd w:w="108" w:type="dxa"/>
        <w:tblLayout w:type="fixed"/>
        <w:tblLook w:val="00A0"/>
      </w:tblPr>
      <w:tblGrid>
        <w:gridCol w:w="1096"/>
        <w:gridCol w:w="436"/>
        <w:gridCol w:w="656"/>
        <w:gridCol w:w="546"/>
        <w:gridCol w:w="3787"/>
        <w:gridCol w:w="1134"/>
        <w:gridCol w:w="1028"/>
        <w:gridCol w:w="1063"/>
      </w:tblGrid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8" w:type="dxa"/>
            <w:gridSpan w:val="5"/>
            <w:vMerge w:val="restart"/>
            <w:tcBorders>
              <w:top w:val="nil"/>
              <w:lef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Приложение 1- доходы</w:t>
            </w:r>
          </w:p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к проекту решения Совета депутатов</w:t>
            </w:r>
          </w:p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от__ ________ 2014 года  №_____</w:t>
            </w: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8" w:type="dxa"/>
            <w:gridSpan w:val="5"/>
            <w:vMerge/>
            <w:tcBorders>
              <w:lef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8" w:type="dxa"/>
            <w:gridSpan w:val="5"/>
            <w:vMerge/>
            <w:tcBorders>
              <w:lef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8" w:type="dxa"/>
            <w:gridSpan w:val="5"/>
            <w:vMerge/>
            <w:tcBorders>
              <w:lef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558" w:type="dxa"/>
            <w:gridSpan w:val="5"/>
            <w:vMerge/>
            <w:tcBorders>
              <w:left w:val="nil"/>
              <w:bottom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8B5AA7" w:rsidRPr="003D5E2B" w:rsidTr="002F63FA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5AA7" w:rsidRPr="003D5E2B" w:rsidTr="002F63FA">
        <w:trPr>
          <w:trHeight w:val="675"/>
        </w:trPr>
        <w:tc>
          <w:tcPr>
            <w:tcW w:w="974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Доходы бюджета муниципального образования "Верхнебогатырское" Глазовского района Удмуртской Республики на 2015 год и плановый период 2016 и 2017 годов </w:t>
            </w:r>
          </w:p>
        </w:tc>
      </w:tr>
      <w:tr w:rsidR="008B5AA7" w:rsidRPr="003D5E2B" w:rsidTr="002F63FA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63FA">
              <w:rPr>
                <w:rFonts w:ascii="Times New Roman" w:hAnsi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8B5AA7" w:rsidRPr="003D5E2B" w:rsidTr="002F63FA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2017 год</w:t>
            </w:r>
          </w:p>
        </w:tc>
      </w:tr>
      <w:tr w:rsidR="008B5AA7" w:rsidRPr="003D5E2B" w:rsidTr="002F63FA">
        <w:trPr>
          <w:trHeight w:val="57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 xml:space="preserve">НАЛОГОВЫЕ И </w:t>
            </w:r>
            <w:bookmarkStart w:id="0" w:name="_GoBack"/>
            <w:bookmarkEnd w:id="0"/>
            <w:r w:rsidRPr="002F63FA">
              <w:rPr>
                <w:rFonts w:ascii="Times New Roman" w:hAnsi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2474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2525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2585</w:t>
            </w:r>
          </w:p>
        </w:tc>
      </w:tr>
      <w:tr w:rsidR="008B5AA7" w:rsidRPr="003D5E2B" w:rsidTr="002F63FA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733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800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868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730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797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865</w:t>
            </w:r>
          </w:p>
        </w:tc>
      </w:tr>
      <w:tr w:rsidR="008B5AA7" w:rsidRPr="003D5E2B" w:rsidTr="002F63FA">
        <w:trPr>
          <w:trHeight w:val="27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8B5AA7" w:rsidRPr="003D5E2B" w:rsidTr="002F63FA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8B5AA7" w:rsidRPr="003D5E2B" w:rsidTr="002F63FA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1074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1074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1074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402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402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402</w:t>
            </w:r>
          </w:p>
        </w:tc>
      </w:tr>
      <w:tr w:rsidR="008B5AA7" w:rsidRPr="003D5E2B" w:rsidTr="002F63FA">
        <w:trPr>
          <w:trHeight w:val="21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7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665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665</w:t>
            </w:r>
          </w:p>
        </w:tc>
      </w:tr>
      <w:tr w:rsidR="008B5AA7" w:rsidRPr="003D5E2B" w:rsidTr="002F63FA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8B5AA7" w:rsidRPr="003D5E2B" w:rsidTr="002F63FA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534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542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549</w:t>
            </w:r>
          </w:p>
        </w:tc>
      </w:tr>
      <w:tr w:rsidR="008B5AA7" w:rsidRPr="003D5E2B" w:rsidTr="002F63FA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148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156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163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10606013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336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336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336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10606023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50</w:t>
            </w:r>
          </w:p>
        </w:tc>
      </w:tr>
      <w:tr w:rsidR="008B5AA7" w:rsidRPr="003D5E2B" w:rsidTr="002F63FA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  <w:tr w:rsidR="008B5AA7" w:rsidRPr="003D5E2B" w:rsidTr="002F63FA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8B5AA7" w:rsidRPr="003D5E2B" w:rsidTr="002F63FA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69</w:t>
            </w:r>
          </w:p>
        </w:tc>
      </w:tr>
      <w:tr w:rsidR="008B5AA7" w:rsidRPr="003D5E2B" w:rsidTr="002F63FA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130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69</w:t>
            </w:r>
          </w:p>
        </w:tc>
      </w:tr>
      <w:tr w:rsidR="008B5AA7" w:rsidRPr="003D5E2B" w:rsidTr="002F63FA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10</w:t>
            </w:r>
          </w:p>
        </w:tc>
      </w:tr>
      <w:tr w:rsidR="008B5AA7" w:rsidRPr="003D5E2B" w:rsidTr="002F63FA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11406013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430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8B5AA7" w:rsidRPr="003D5E2B" w:rsidTr="002F63FA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6146,1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6195,5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6266,7</w:t>
            </w:r>
          </w:p>
        </w:tc>
      </w:tr>
      <w:tr w:rsidR="008B5AA7" w:rsidRPr="003D5E2B" w:rsidTr="002F63FA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000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6146,1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6195,5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lang w:eastAsia="ru-RU"/>
              </w:rPr>
              <w:t>6266,7</w:t>
            </w:r>
          </w:p>
        </w:tc>
      </w:tr>
      <w:tr w:rsidR="008B5AA7" w:rsidRPr="003D5E2B" w:rsidTr="002F63FA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5980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6029,7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6108,8</w:t>
            </w:r>
          </w:p>
        </w:tc>
      </w:tr>
      <w:tr w:rsidR="008B5AA7" w:rsidRPr="003D5E2B" w:rsidTr="002F63FA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20202999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5AA7" w:rsidRPr="003D5E2B" w:rsidTr="002F63FA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151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164,1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165,8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2F63FA">
              <w:rPr>
                <w:rFonts w:ascii="Times New Roman" w:hAnsi="Times New Roman"/>
                <w:lang w:eastAsia="ru-RU"/>
              </w:rPr>
              <w:t>157,9</w:t>
            </w:r>
          </w:p>
        </w:tc>
      </w:tr>
      <w:tr w:rsidR="008B5AA7" w:rsidRPr="003D5E2B" w:rsidTr="002F63FA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8620,1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8720,5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8851,7</w:t>
            </w:r>
          </w:p>
        </w:tc>
      </w:tr>
      <w:tr w:rsidR="008B5AA7" w:rsidRPr="003D5E2B" w:rsidTr="002F63FA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8B5AA7" w:rsidRPr="003D5E2B" w:rsidTr="002F63FA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8710,1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8846,5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AA7" w:rsidRPr="002F63FA" w:rsidRDefault="008B5AA7" w:rsidP="002F63F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63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8980,7</w:t>
            </w:r>
          </w:p>
        </w:tc>
      </w:tr>
    </w:tbl>
    <w:p w:rsidR="008B5AA7" w:rsidRDefault="008B5AA7"/>
    <w:sectPr w:rsidR="008B5AA7" w:rsidSect="0063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A0F"/>
    <w:rsid w:val="002F63FA"/>
    <w:rsid w:val="003D5E2B"/>
    <w:rsid w:val="004608DA"/>
    <w:rsid w:val="00467CD8"/>
    <w:rsid w:val="005000B6"/>
    <w:rsid w:val="005A2A0F"/>
    <w:rsid w:val="00637E84"/>
    <w:rsid w:val="008B5AA7"/>
    <w:rsid w:val="00B00F2F"/>
    <w:rsid w:val="00D7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E8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709</Words>
  <Characters>4043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1- доходы</dc:title>
  <dc:subject/>
  <dc:creator>User</dc:creator>
  <cp:keywords/>
  <dc:description/>
  <cp:lastModifiedBy>Пользователь</cp:lastModifiedBy>
  <cp:revision>2</cp:revision>
  <dcterms:created xsi:type="dcterms:W3CDTF">2014-11-18T04:04:00Z</dcterms:created>
  <dcterms:modified xsi:type="dcterms:W3CDTF">2014-11-18T04:04:00Z</dcterms:modified>
</cp:coreProperties>
</file>