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7B" w:rsidRPr="004674B6" w:rsidRDefault="00B55A7B" w:rsidP="004674B6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Глазовского района" style="position:absolute;left:0;text-align:left;margin-left:207pt;margin-top:-9pt;width:39pt;height:54pt;z-index:251658240;visibility:visible">
            <v:imagedata r:id="rId5" o:title=""/>
            <w10:wrap type="topAndBottom"/>
          </v:shape>
        </w:pict>
      </w:r>
    </w:p>
    <w:p w:rsidR="00B55A7B" w:rsidRPr="004674B6" w:rsidRDefault="00B55A7B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B55A7B" w:rsidRPr="004674B6" w:rsidRDefault="00B55A7B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«ГЛАЗ ЁРОС» МУНИЦИПАЛ КЫЛДЫТЭТЛЭН АДМИНИСТРАЦИЕЗ</w:t>
      </w:r>
    </w:p>
    <w:p w:rsidR="00B55A7B" w:rsidRPr="004674B6" w:rsidRDefault="00B55A7B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B55A7B" w:rsidRPr="004674B6" w:rsidRDefault="00B55A7B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(АДМИНИСТРАЦИЯ ГЛАЗОВСКОГО РАЙОНА)</w:t>
      </w:r>
    </w:p>
    <w:p w:rsidR="00B55A7B" w:rsidRPr="004674B6" w:rsidRDefault="00B55A7B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 xml:space="preserve">       (ГЛАЗ ЁРОСЛЭН АДМИНИСТРАЦИЕЗ)</w:t>
      </w:r>
    </w:p>
    <w:p w:rsidR="00B55A7B" w:rsidRPr="004674B6" w:rsidRDefault="00B55A7B" w:rsidP="004674B6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B55A7B" w:rsidRPr="004674B6" w:rsidRDefault="00B55A7B" w:rsidP="004674B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674B6">
        <w:rPr>
          <w:rFonts w:ascii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B55A7B" w:rsidRPr="004674B6" w:rsidRDefault="00B55A7B" w:rsidP="004674B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B55A7B" w:rsidRPr="005B61EC" w:rsidTr="00175574">
        <w:tc>
          <w:tcPr>
            <w:tcW w:w="4785" w:type="dxa"/>
          </w:tcPr>
          <w:p w:rsidR="00B55A7B" w:rsidRDefault="00B55A7B" w:rsidP="00D607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 марта 2017 года</w:t>
            </w:r>
          </w:p>
          <w:p w:rsidR="00B55A7B" w:rsidRPr="004674B6" w:rsidRDefault="00B55A7B" w:rsidP="00D607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B55A7B" w:rsidRPr="004674B6" w:rsidRDefault="00B55A7B" w:rsidP="00BE304A">
            <w:pPr>
              <w:tabs>
                <w:tab w:val="left" w:pos="4569"/>
                <w:tab w:val="left" w:pos="4713"/>
              </w:tabs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74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Pr="004674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42</w:t>
            </w:r>
          </w:p>
        </w:tc>
      </w:tr>
    </w:tbl>
    <w:p w:rsidR="00B55A7B" w:rsidRPr="004674B6" w:rsidRDefault="00B55A7B" w:rsidP="004674B6">
      <w:pPr>
        <w:spacing w:after="0" w:line="240" w:lineRule="auto"/>
        <w:ind w:left="-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sz w:val="24"/>
          <w:szCs w:val="24"/>
          <w:lang w:eastAsia="ru-RU"/>
        </w:rPr>
        <w:t>город Глазов</w:t>
      </w:r>
    </w:p>
    <w:p w:rsidR="00B55A7B" w:rsidRPr="004674B6" w:rsidRDefault="00B55A7B" w:rsidP="004674B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55A7B" w:rsidRPr="00EB4806" w:rsidRDefault="00B55A7B" w:rsidP="00462003">
      <w:pPr>
        <w:keepNext/>
        <w:spacing w:after="0" w:line="360" w:lineRule="auto"/>
        <w:ind w:firstLine="720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</w:p>
    <w:p w:rsidR="00B55A7B" w:rsidRDefault="00B55A7B" w:rsidP="00324C5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F602E">
        <w:rPr>
          <w:rFonts w:ascii="Times New Roman" w:hAnsi="Times New Roman"/>
          <w:b/>
          <w:sz w:val="24"/>
          <w:szCs w:val="24"/>
          <w:lang w:eastAsia="ru-RU"/>
        </w:rPr>
        <w:t>Об утверждении муниципальной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</w:t>
      </w:r>
      <w:r w:rsidRPr="006F602E">
        <w:rPr>
          <w:rFonts w:ascii="Times New Roman" w:hAnsi="Times New Roman"/>
          <w:b/>
          <w:sz w:val="24"/>
          <w:szCs w:val="24"/>
          <w:lang w:eastAsia="ru-RU"/>
        </w:rPr>
        <w:t>рограммы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B55A7B" w:rsidRDefault="00B55A7B" w:rsidP="00324C5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  «Развитие образования</w:t>
      </w:r>
    </w:p>
    <w:p w:rsidR="00B55A7B" w:rsidRPr="00324C54" w:rsidRDefault="00B55A7B" w:rsidP="00324C5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и воспитание»  на 2015-2020 годы</w:t>
      </w:r>
    </w:p>
    <w:p w:rsidR="00B55A7B" w:rsidRPr="00EB4806" w:rsidRDefault="00B55A7B" w:rsidP="00462003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6"/>
          <w:szCs w:val="26"/>
          <w:lang w:eastAsia="ru-RU"/>
        </w:rPr>
      </w:pPr>
    </w:p>
    <w:p w:rsidR="00B55A7B" w:rsidRPr="009D36B7" w:rsidRDefault="00B55A7B" w:rsidP="009D36B7">
      <w:pPr>
        <w:keepNext/>
        <w:spacing w:after="0" w:line="312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9D36B7">
        <w:rPr>
          <w:rFonts w:ascii="Times New Roman" w:hAnsi="Times New Roman"/>
          <w:sz w:val="24"/>
          <w:szCs w:val="24"/>
          <w:lang w:eastAsia="ru-RU"/>
        </w:rPr>
        <w:t xml:space="preserve">В целях </w:t>
      </w:r>
      <w:r w:rsidRPr="009D36B7">
        <w:rPr>
          <w:rFonts w:ascii="Times New Roman" w:hAnsi="Times New Roman"/>
          <w:sz w:val="24"/>
          <w:szCs w:val="24"/>
        </w:rPr>
        <w:t>создания условий для устойчивого роста экономики муниципального образования «Глазовский район»  в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образования «Глазовский район» от 30.09.2015 №122.2, 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9D36B7">
        <w:rPr>
          <w:rFonts w:ascii="Times New Roman" w:hAnsi="Times New Roman"/>
          <w:sz w:val="24"/>
          <w:szCs w:val="24"/>
          <w:lang w:eastAsia="ru-RU"/>
        </w:rPr>
        <w:t>ешением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Глазовского районного Совета депутатов от 22.12.2016 №37 «О бюджете муниципального образования «Глазовский район» на 2017 год и плановый период 2018 и 2019 годов», Уставом муниципального образования «Глазовский район»,  </w:t>
      </w:r>
      <w:r w:rsidRPr="009D36B7"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«Глазовский район» ПОСТАНОВЛЯЕТ:</w:t>
      </w:r>
    </w:p>
    <w:p w:rsidR="00B55A7B" w:rsidRDefault="00B55A7B" w:rsidP="00324C5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5A7B" w:rsidRDefault="00B55A7B" w:rsidP="00324C5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 w:rsidRPr="00324C54">
        <w:rPr>
          <w:rFonts w:ascii="Times New Roman" w:hAnsi="Times New Roman"/>
          <w:sz w:val="24"/>
          <w:szCs w:val="24"/>
          <w:lang w:eastAsia="ru-RU"/>
        </w:rPr>
        <w:t xml:space="preserve">Утвердить прилагаемую муниципальную программу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Pr="00324C54">
        <w:rPr>
          <w:rFonts w:ascii="Times New Roman" w:hAnsi="Times New Roman"/>
          <w:sz w:val="24"/>
          <w:szCs w:val="24"/>
          <w:lang w:eastAsia="ru-RU"/>
        </w:rPr>
        <w:t>«Развитие образования и воспитание» на 2015-2020 годы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24C54">
        <w:rPr>
          <w:rFonts w:ascii="Times New Roman" w:hAnsi="Times New Roman"/>
          <w:sz w:val="24"/>
          <w:szCs w:val="24"/>
          <w:lang w:eastAsia="ru-RU"/>
        </w:rPr>
        <w:t>в новой редакции.</w:t>
      </w:r>
    </w:p>
    <w:p w:rsidR="00B55A7B" w:rsidRPr="00324C54" w:rsidRDefault="00B55A7B" w:rsidP="00324C5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5A7B" w:rsidRPr="00324C54" w:rsidRDefault="00B55A7B" w:rsidP="00324C54">
      <w:pPr>
        <w:tabs>
          <w:tab w:val="left" w:pos="993"/>
        </w:tabs>
        <w:spacing w:after="0" w:line="31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 w:rsidRPr="00324C54">
        <w:rPr>
          <w:rFonts w:ascii="Times New Roman" w:hAnsi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«Глазовский район» </w:t>
      </w:r>
      <w:r>
        <w:rPr>
          <w:rFonts w:ascii="Times New Roman" w:hAnsi="Times New Roman"/>
          <w:sz w:val="24"/>
          <w:szCs w:val="24"/>
          <w:lang w:eastAsia="ru-RU"/>
        </w:rPr>
        <w:t>по социальным вопросам Попову Е.А.</w:t>
      </w:r>
      <w:r w:rsidRPr="00324C5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55A7B" w:rsidRPr="009D36B7" w:rsidRDefault="00B55A7B" w:rsidP="00462003">
      <w:pPr>
        <w:spacing w:after="0" w:line="360" w:lineRule="auto"/>
        <w:ind w:left="1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1" w:type="dxa"/>
        <w:tblLook w:val="00A0"/>
      </w:tblPr>
      <w:tblGrid>
        <w:gridCol w:w="7043"/>
        <w:gridCol w:w="2516"/>
      </w:tblGrid>
      <w:tr w:rsidR="00B55A7B" w:rsidRPr="005B61EC" w:rsidTr="00462003">
        <w:tc>
          <w:tcPr>
            <w:tcW w:w="7043" w:type="dxa"/>
          </w:tcPr>
          <w:p w:rsidR="00B55A7B" w:rsidRPr="006F602E" w:rsidRDefault="00B55A7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Глава муниципального</w:t>
            </w:r>
          </w:p>
          <w:p w:rsidR="00B55A7B" w:rsidRPr="006F602E" w:rsidRDefault="00B55A7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образования «Глазовский район»</w:t>
            </w:r>
          </w:p>
        </w:tc>
        <w:tc>
          <w:tcPr>
            <w:tcW w:w="2516" w:type="dxa"/>
          </w:tcPr>
          <w:p w:rsidR="00B55A7B" w:rsidRPr="006F602E" w:rsidRDefault="00B55A7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5A7B" w:rsidRPr="006F602E" w:rsidRDefault="00B55A7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В.В. Сабреков</w:t>
            </w:r>
          </w:p>
        </w:tc>
      </w:tr>
    </w:tbl>
    <w:p w:rsidR="00B55A7B" w:rsidRPr="00EB4806" w:rsidRDefault="00B55A7B" w:rsidP="00462003">
      <w:pPr>
        <w:spacing w:after="0" w:line="360" w:lineRule="auto"/>
        <w:ind w:lef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55A7B" w:rsidRPr="00EB4806" w:rsidRDefault="00B55A7B" w:rsidP="00462003">
      <w:pPr>
        <w:spacing w:after="0" w:line="360" w:lineRule="auto"/>
        <w:ind w:left="11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B55A7B" w:rsidRDefault="00B55A7B" w:rsidP="00462003">
      <w:pPr>
        <w:spacing w:after="0" w:line="240" w:lineRule="auto"/>
        <w:ind w:left="11"/>
        <w:jc w:val="both"/>
        <w:rPr>
          <w:rFonts w:ascii="Times New Roman" w:hAnsi="Times New Roman"/>
          <w:szCs w:val="20"/>
          <w:lang w:eastAsia="ru-RU"/>
        </w:rPr>
      </w:pPr>
    </w:p>
    <w:p w:rsidR="00B55A7B" w:rsidRDefault="00B55A7B" w:rsidP="00462003">
      <w:pPr>
        <w:spacing w:after="0" w:line="240" w:lineRule="auto"/>
        <w:ind w:left="11"/>
        <w:jc w:val="both"/>
        <w:rPr>
          <w:rFonts w:ascii="Times New Roman" w:hAnsi="Times New Roman"/>
          <w:szCs w:val="20"/>
          <w:lang w:eastAsia="ru-RU"/>
        </w:rPr>
      </w:pPr>
    </w:p>
    <w:p w:rsidR="00B55A7B" w:rsidRDefault="00B55A7B" w:rsidP="00462003">
      <w:pPr>
        <w:spacing w:after="0" w:line="240" w:lineRule="auto"/>
        <w:ind w:left="11"/>
        <w:jc w:val="both"/>
        <w:rPr>
          <w:rFonts w:ascii="Times New Roman" w:hAnsi="Times New Roman"/>
          <w:szCs w:val="20"/>
          <w:lang w:eastAsia="ru-RU"/>
        </w:rPr>
      </w:pPr>
    </w:p>
    <w:tbl>
      <w:tblPr>
        <w:tblW w:w="0" w:type="auto"/>
        <w:tblLook w:val="00A0"/>
      </w:tblPr>
      <w:tblGrid>
        <w:gridCol w:w="4928"/>
        <w:gridCol w:w="4642"/>
      </w:tblGrid>
      <w:tr w:rsidR="00B55A7B" w:rsidRPr="005B61EC" w:rsidTr="005B61EC">
        <w:tc>
          <w:tcPr>
            <w:tcW w:w="4928" w:type="dxa"/>
          </w:tcPr>
          <w:p w:rsidR="00B55A7B" w:rsidRPr="005B61EC" w:rsidRDefault="00B55A7B" w:rsidP="005B6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B55A7B" w:rsidRPr="005B61EC" w:rsidRDefault="00B55A7B" w:rsidP="005B6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5A7B" w:rsidRPr="005B61EC" w:rsidRDefault="00B55A7B" w:rsidP="005B6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B55A7B" w:rsidRPr="005B61EC" w:rsidRDefault="00B55A7B" w:rsidP="005B6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Администрации муниципального образования </w:t>
            </w:r>
          </w:p>
          <w:p w:rsidR="00B55A7B" w:rsidRPr="005B61EC" w:rsidRDefault="00B55A7B" w:rsidP="005B6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«Глазовский район» </w:t>
            </w:r>
          </w:p>
          <w:p w:rsidR="00B55A7B" w:rsidRPr="005B61EC" w:rsidRDefault="00B55A7B" w:rsidP="005B61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14.03.2017</w:t>
            </w:r>
            <w:r w:rsidRPr="005B61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B55A7B" w:rsidRPr="005B61EC" w:rsidTr="005B61EC">
        <w:tc>
          <w:tcPr>
            <w:tcW w:w="4928" w:type="dxa"/>
          </w:tcPr>
          <w:p w:rsidR="00B55A7B" w:rsidRPr="005B61EC" w:rsidRDefault="00B55A7B" w:rsidP="005B61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B55A7B" w:rsidRPr="005B61EC" w:rsidRDefault="00B55A7B" w:rsidP="005B61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5A7B" w:rsidRDefault="00B55A7B" w:rsidP="0046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9D36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AC4019">
        <w:rPr>
          <w:rFonts w:ascii="Times New Roman" w:hAnsi="Times New Roman"/>
          <w:b/>
          <w:bCs/>
          <w:caps/>
          <w:sz w:val="24"/>
          <w:szCs w:val="24"/>
          <w:lang w:eastAsia="ru-RU"/>
        </w:rPr>
        <w:t>Муниципальная программа</w:t>
      </w:r>
    </w:p>
    <w:p w:rsidR="00B55A7B" w:rsidRPr="00565ECC" w:rsidRDefault="00B55A7B" w:rsidP="009D36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65EC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муниципального образования «Глазовский район»  </w:t>
      </w:r>
    </w:p>
    <w:p w:rsidR="00B55A7B" w:rsidRPr="00CA2D38" w:rsidRDefault="00B55A7B" w:rsidP="009D36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A2D38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Развитие образования и воспитание на 2015-2020 год</w:t>
      </w:r>
      <w:r w:rsidRPr="00CA2D3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» </w:t>
      </w: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5A7B" w:rsidRDefault="00B55A7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55A7B" w:rsidRPr="00074C3D" w:rsidRDefault="00B55A7B" w:rsidP="00074C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C3D">
        <w:rPr>
          <w:rFonts w:ascii="Times New Roman" w:hAnsi="Times New Roman"/>
          <w:sz w:val="24"/>
          <w:szCs w:val="24"/>
        </w:rPr>
        <w:t>СОГЛАСОВАНИЕ:</w:t>
      </w:r>
    </w:p>
    <w:tbl>
      <w:tblPr>
        <w:tblW w:w="9676" w:type="dxa"/>
        <w:tblLook w:val="00A0"/>
      </w:tblPr>
      <w:tblGrid>
        <w:gridCol w:w="4849"/>
        <w:gridCol w:w="4827"/>
      </w:tblGrid>
      <w:tr w:rsidR="00B55A7B" w:rsidRPr="005B61EC" w:rsidTr="00455B10">
        <w:trPr>
          <w:trHeight w:val="3436"/>
        </w:trPr>
        <w:tc>
          <w:tcPr>
            <w:tcW w:w="4849" w:type="dxa"/>
          </w:tcPr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>_____________________ Ю.В. Ушакова</w:t>
            </w:r>
          </w:p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>_______________2017 г.</w:t>
            </w:r>
          </w:p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</w:t>
            </w:r>
            <w:r w:rsidRPr="005B61E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5B61EC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«Глазовский район» по социальным вопросам </w:t>
            </w: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>_____________________ Е.А.Попова</w:t>
            </w: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>_______________2017 г.</w:t>
            </w:r>
          </w:p>
          <w:p w:rsidR="00B55A7B" w:rsidRPr="005B61EC" w:rsidRDefault="00B55A7B" w:rsidP="00324C5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  <w:tr w:rsidR="00B55A7B" w:rsidRPr="005B61EC" w:rsidTr="00455B10">
        <w:trPr>
          <w:trHeight w:val="3480"/>
        </w:trPr>
        <w:tc>
          <w:tcPr>
            <w:tcW w:w="4849" w:type="dxa"/>
          </w:tcPr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 xml:space="preserve">Начальник правового отдела Аппарата </w:t>
            </w: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 xml:space="preserve">___________________ Н.А. Трефилова </w:t>
            </w: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>______________2017 г.</w:t>
            </w:r>
          </w:p>
        </w:tc>
        <w:tc>
          <w:tcPr>
            <w:tcW w:w="4827" w:type="dxa"/>
          </w:tcPr>
          <w:p w:rsidR="00B55A7B" w:rsidRPr="005B61EC" w:rsidRDefault="00B55A7B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</w:rPr>
              <w:t xml:space="preserve">Начальник отдела организационной работы Аппарата </w:t>
            </w:r>
          </w:p>
          <w:p w:rsidR="00B55A7B" w:rsidRPr="005B61EC" w:rsidRDefault="00B55A7B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 Н.А. Кандакова</w:t>
            </w:r>
          </w:p>
          <w:p w:rsidR="00B55A7B" w:rsidRPr="005B61EC" w:rsidRDefault="00B55A7B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ar-SA"/>
              </w:rPr>
              <w:t>______________2017 г.</w:t>
            </w: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Начальник Управления образования </w:t>
            </w: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Администрации </w:t>
            </w:r>
            <w:r w:rsidRPr="005B61EC">
              <w:rPr>
                <w:rFonts w:ascii="Times New Roman" w:hAnsi="Times New Roman"/>
                <w:sz w:val="24"/>
                <w:szCs w:val="24"/>
              </w:rPr>
              <w:t>муниципального образования «Глазовский район»</w:t>
            </w: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            Т.П.Русских</w:t>
            </w: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61E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2017г.    </w:t>
            </w:r>
          </w:p>
          <w:p w:rsidR="00B55A7B" w:rsidRPr="005B61EC" w:rsidRDefault="00B55A7B" w:rsidP="00455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5A7B" w:rsidRPr="005B61EC" w:rsidRDefault="00B55A7B" w:rsidP="00455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A7B" w:rsidRPr="005B61EC" w:rsidTr="00455B10">
        <w:trPr>
          <w:trHeight w:val="380"/>
        </w:trPr>
        <w:tc>
          <w:tcPr>
            <w:tcW w:w="4849" w:type="dxa"/>
          </w:tcPr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A7B" w:rsidRPr="005B61EC" w:rsidTr="00455B10">
        <w:trPr>
          <w:trHeight w:val="401"/>
        </w:trPr>
        <w:tc>
          <w:tcPr>
            <w:tcW w:w="4849" w:type="dxa"/>
          </w:tcPr>
          <w:p w:rsidR="00B55A7B" w:rsidRPr="005B61EC" w:rsidRDefault="00B55A7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B55A7B" w:rsidRPr="005B61EC" w:rsidRDefault="00B55A7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A7B" w:rsidRPr="00074C3D" w:rsidRDefault="00B55A7B" w:rsidP="00074C3D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55A7B" w:rsidRDefault="00B55A7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A7B" w:rsidRDefault="00B55A7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A7B" w:rsidRDefault="00B55A7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A7B" w:rsidRDefault="00B55A7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A7B" w:rsidRDefault="00B55A7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A7B" w:rsidRPr="00074C3D" w:rsidRDefault="00B55A7B" w:rsidP="00074C3D">
      <w:pPr>
        <w:pStyle w:val="BodyTextIndent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B55A7B" w:rsidRPr="00074C3D" w:rsidRDefault="00B55A7B" w:rsidP="00324C54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2</w:t>
      </w:r>
      <w:r w:rsidRPr="00074C3D">
        <w:rPr>
          <w:sz w:val="20"/>
          <w:szCs w:val="20"/>
        </w:rPr>
        <w:t>– орг.</w:t>
      </w:r>
      <w:r>
        <w:rPr>
          <w:sz w:val="20"/>
          <w:szCs w:val="20"/>
        </w:rPr>
        <w:t xml:space="preserve"> </w:t>
      </w:r>
      <w:r w:rsidRPr="00074C3D">
        <w:rPr>
          <w:sz w:val="20"/>
          <w:szCs w:val="20"/>
        </w:rPr>
        <w:t>отдел</w:t>
      </w:r>
    </w:p>
    <w:p w:rsidR="00B55A7B" w:rsidRDefault="00B55A7B" w:rsidP="00324C54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1–</w:t>
      </w:r>
      <w:r w:rsidRPr="00074C3D">
        <w:rPr>
          <w:sz w:val="20"/>
          <w:szCs w:val="20"/>
        </w:rPr>
        <w:t xml:space="preserve"> </w:t>
      </w:r>
      <w:r>
        <w:rPr>
          <w:sz w:val="20"/>
          <w:szCs w:val="20"/>
        </w:rPr>
        <w:t>Управление образования</w:t>
      </w:r>
    </w:p>
    <w:p w:rsidR="00B55A7B" w:rsidRDefault="00B55A7B" w:rsidP="00324C54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1- Управление финансов</w:t>
      </w:r>
    </w:p>
    <w:p w:rsidR="00B55A7B" w:rsidRPr="00074C3D" w:rsidRDefault="00B55A7B" w:rsidP="00324C54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1- Отдел культуры и молодежной политики</w:t>
      </w:r>
    </w:p>
    <w:p w:rsidR="00B55A7B" w:rsidRPr="00074C3D" w:rsidRDefault="00B55A7B" w:rsidP="00074C3D">
      <w:pPr>
        <w:pStyle w:val="BodyTextIndent"/>
        <w:ind w:left="0"/>
        <w:rPr>
          <w:sz w:val="20"/>
          <w:szCs w:val="20"/>
        </w:rPr>
      </w:pPr>
    </w:p>
    <w:p w:rsidR="00B55A7B" w:rsidRPr="00074C3D" w:rsidRDefault="00B55A7B" w:rsidP="00074C3D">
      <w:pPr>
        <w:pStyle w:val="BodyTextIndent"/>
        <w:ind w:left="0"/>
        <w:rPr>
          <w:sz w:val="20"/>
          <w:szCs w:val="20"/>
        </w:rPr>
      </w:pPr>
    </w:p>
    <w:p w:rsidR="00B55A7B" w:rsidRPr="00074C3D" w:rsidRDefault="00B55A7B" w:rsidP="00074C3D">
      <w:pPr>
        <w:pStyle w:val="BodyTextIndent"/>
        <w:ind w:left="0"/>
        <w:rPr>
          <w:sz w:val="20"/>
          <w:szCs w:val="20"/>
        </w:rPr>
      </w:pPr>
    </w:p>
    <w:p w:rsidR="00B55A7B" w:rsidRPr="00074C3D" w:rsidRDefault="00B55A7B" w:rsidP="00074C3D">
      <w:pPr>
        <w:pStyle w:val="BodyTextIndent"/>
        <w:ind w:left="0"/>
        <w:rPr>
          <w:sz w:val="20"/>
          <w:szCs w:val="20"/>
        </w:rPr>
      </w:pPr>
    </w:p>
    <w:p w:rsidR="00B55A7B" w:rsidRPr="00074C3D" w:rsidRDefault="00B55A7B" w:rsidP="00074C3D">
      <w:pPr>
        <w:pStyle w:val="BodyTextIndent"/>
        <w:ind w:left="0"/>
        <w:rPr>
          <w:sz w:val="20"/>
          <w:szCs w:val="20"/>
        </w:rPr>
      </w:pPr>
    </w:p>
    <w:p w:rsidR="00B55A7B" w:rsidRDefault="00B55A7B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Пинегина Р.Р.</w:t>
      </w:r>
    </w:p>
    <w:p w:rsidR="00B55A7B" w:rsidRPr="00074C3D" w:rsidRDefault="00B55A7B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8(34141)52768</w:t>
      </w:r>
    </w:p>
    <w:sectPr w:rsidR="00B55A7B" w:rsidRPr="00074C3D" w:rsidSect="001B731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6CC"/>
    <w:multiLevelType w:val="hybridMultilevel"/>
    <w:tmpl w:val="A4CCAAD6"/>
    <w:lvl w:ilvl="0" w:tplc="025E526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56A0C"/>
    <w:multiLevelType w:val="hybridMultilevel"/>
    <w:tmpl w:val="B1E8B4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3924F8"/>
    <w:multiLevelType w:val="hybridMultilevel"/>
    <w:tmpl w:val="E0EA3346"/>
    <w:lvl w:ilvl="0" w:tplc="1EAC338C">
      <w:start w:val="1"/>
      <w:numFmt w:val="decimal"/>
      <w:lvlText w:val="%1."/>
      <w:lvlJc w:val="left"/>
      <w:pPr>
        <w:ind w:left="2299" w:hanging="15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9650008"/>
    <w:multiLevelType w:val="hybridMultilevel"/>
    <w:tmpl w:val="466E44A6"/>
    <w:lvl w:ilvl="0" w:tplc="3138908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6B60FA"/>
    <w:multiLevelType w:val="hybridMultilevel"/>
    <w:tmpl w:val="B41AEBDE"/>
    <w:lvl w:ilvl="0" w:tplc="1E96C016">
      <w:start w:val="1"/>
      <w:numFmt w:val="decimal"/>
      <w:lvlText w:val="%1."/>
      <w:lvlJc w:val="left"/>
      <w:pPr>
        <w:ind w:left="1819" w:hanging="11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5360E03"/>
    <w:multiLevelType w:val="hybridMultilevel"/>
    <w:tmpl w:val="1C203B18"/>
    <w:lvl w:ilvl="0" w:tplc="FA76285E">
      <w:start w:val="1"/>
      <w:numFmt w:val="decimal"/>
      <w:lvlText w:val="%1)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84857F9"/>
    <w:multiLevelType w:val="hybridMultilevel"/>
    <w:tmpl w:val="A9F6D96A"/>
    <w:lvl w:ilvl="0" w:tplc="6AACC4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4B6"/>
    <w:rsid w:val="00003E8B"/>
    <w:rsid w:val="00014A60"/>
    <w:rsid w:val="000502E4"/>
    <w:rsid w:val="00074C3D"/>
    <w:rsid w:val="00094E54"/>
    <w:rsid w:val="000A335D"/>
    <w:rsid w:val="000B06EE"/>
    <w:rsid w:val="000B750F"/>
    <w:rsid w:val="000C092E"/>
    <w:rsid w:val="0010515F"/>
    <w:rsid w:val="00135A46"/>
    <w:rsid w:val="00175574"/>
    <w:rsid w:val="001B731C"/>
    <w:rsid w:val="001E790D"/>
    <w:rsid w:val="001F10C0"/>
    <w:rsid w:val="0023172B"/>
    <w:rsid w:val="00232218"/>
    <w:rsid w:val="00240C3B"/>
    <w:rsid w:val="00287543"/>
    <w:rsid w:val="002B5C03"/>
    <w:rsid w:val="002F7A82"/>
    <w:rsid w:val="003041A5"/>
    <w:rsid w:val="0031197D"/>
    <w:rsid w:val="00324C54"/>
    <w:rsid w:val="0033593C"/>
    <w:rsid w:val="00347E22"/>
    <w:rsid w:val="003740C5"/>
    <w:rsid w:val="00384DC1"/>
    <w:rsid w:val="003B4CD8"/>
    <w:rsid w:val="003C01ED"/>
    <w:rsid w:val="003D0637"/>
    <w:rsid w:val="003D56A4"/>
    <w:rsid w:val="00404839"/>
    <w:rsid w:val="004237DC"/>
    <w:rsid w:val="0045346F"/>
    <w:rsid w:val="00455B10"/>
    <w:rsid w:val="00462003"/>
    <w:rsid w:val="004674B6"/>
    <w:rsid w:val="004927DA"/>
    <w:rsid w:val="004E73D6"/>
    <w:rsid w:val="004F5160"/>
    <w:rsid w:val="005447F4"/>
    <w:rsid w:val="00565ECC"/>
    <w:rsid w:val="005812FE"/>
    <w:rsid w:val="00587177"/>
    <w:rsid w:val="005B61EC"/>
    <w:rsid w:val="005C3DA0"/>
    <w:rsid w:val="005F1FC1"/>
    <w:rsid w:val="006314F1"/>
    <w:rsid w:val="006431C3"/>
    <w:rsid w:val="00654FFC"/>
    <w:rsid w:val="006641D2"/>
    <w:rsid w:val="00687E36"/>
    <w:rsid w:val="006B3FC8"/>
    <w:rsid w:val="006F602E"/>
    <w:rsid w:val="00720596"/>
    <w:rsid w:val="00720BB7"/>
    <w:rsid w:val="00730A8E"/>
    <w:rsid w:val="00776DEB"/>
    <w:rsid w:val="007B3A6C"/>
    <w:rsid w:val="007D0D9D"/>
    <w:rsid w:val="00842BD8"/>
    <w:rsid w:val="008478EA"/>
    <w:rsid w:val="0087002C"/>
    <w:rsid w:val="00877080"/>
    <w:rsid w:val="008B027C"/>
    <w:rsid w:val="008C644F"/>
    <w:rsid w:val="00934038"/>
    <w:rsid w:val="00936021"/>
    <w:rsid w:val="00972117"/>
    <w:rsid w:val="009964F5"/>
    <w:rsid w:val="009970A1"/>
    <w:rsid w:val="009B6985"/>
    <w:rsid w:val="009D36B7"/>
    <w:rsid w:val="009E6017"/>
    <w:rsid w:val="00A01FE4"/>
    <w:rsid w:val="00A915F6"/>
    <w:rsid w:val="00A91F60"/>
    <w:rsid w:val="00AC4019"/>
    <w:rsid w:val="00AE6B47"/>
    <w:rsid w:val="00AF4D88"/>
    <w:rsid w:val="00B31FB0"/>
    <w:rsid w:val="00B55A7B"/>
    <w:rsid w:val="00BC7EC3"/>
    <w:rsid w:val="00BE304A"/>
    <w:rsid w:val="00C03E67"/>
    <w:rsid w:val="00C06D9C"/>
    <w:rsid w:val="00C95A0D"/>
    <w:rsid w:val="00CA09F1"/>
    <w:rsid w:val="00CA2D38"/>
    <w:rsid w:val="00CE1BB2"/>
    <w:rsid w:val="00CF0D86"/>
    <w:rsid w:val="00CF1BD1"/>
    <w:rsid w:val="00D373DA"/>
    <w:rsid w:val="00D607EE"/>
    <w:rsid w:val="00D738A2"/>
    <w:rsid w:val="00D940B4"/>
    <w:rsid w:val="00E01D8E"/>
    <w:rsid w:val="00E03664"/>
    <w:rsid w:val="00E31958"/>
    <w:rsid w:val="00E31F43"/>
    <w:rsid w:val="00E40027"/>
    <w:rsid w:val="00E40C30"/>
    <w:rsid w:val="00EB4806"/>
    <w:rsid w:val="00F13ACB"/>
    <w:rsid w:val="00F435A2"/>
    <w:rsid w:val="00F7455B"/>
    <w:rsid w:val="00FD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40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740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74C3D"/>
    <w:pPr>
      <w:spacing w:after="0" w:line="240" w:lineRule="auto"/>
      <w:ind w:left="-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74C3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74C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9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7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0C092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435A2"/>
    <w:pPr>
      <w:ind w:left="720"/>
      <w:contextualSpacing/>
    </w:pPr>
  </w:style>
  <w:style w:type="paragraph" w:customStyle="1" w:styleId="1">
    <w:name w:val="Обычный1"/>
    <w:uiPriority w:val="99"/>
    <w:rsid w:val="00D373DA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2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20BB7"/>
    <w:rPr>
      <w:rFonts w:cs="Times New Roman"/>
    </w:rPr>
  </w:style>
  <w:style w:type="paragraph" w:customStyle="1" w:styleId="western">
    <w:name w:val="western"/>
    <w:basedOn w:val="Normal"/>
    <w:uiPriority w:val="99"/>
    <w:rsid w:val="00B31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3</Pages>
  <Words>453</Words>
  <Characters>2584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Поскребышева</dc:creator>
  <cp:keywords/>
  <dc:description/>
  <cp:lastModifiedBy>Пользователь</cp:lastModifiedBy>
  <cp:revision>10</cp:revision>
  <cp:lastPrinted>2017-03-15T04:56:00Z</cp:lastPrinted>
  <dcterms:created xsi:type="dcterms:W3CDTF">2017-03-01T05:03:00Z</dcterms:created>
  <dcterms:modified xsi:type="dcterms:W3CDTF">2017-04-25T07:04:00Z</dcterms:modified>
</cp:coreProperties>
</file>