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A1" w:rsidRPr="00B07E3F" w:rsidRDefault="00C332A1" w:rsidP="00350F36">
      <w:pPr>
        <w:jc w:val="center"/>
        <w:outlineLvl w:val="0"/>
        <w:rPr>
          <w:b/>
          <w:sz w:val="22"/>
          <w:szCs w:val="22"/>
        </w:rPr>
      </w:pPr>
      <w:r w:rsidRPr="00B07E3F">
        <w:rPr>
          <w:b/>
          <w:sz w:val="22"/>
          <w:szCs w:val="22"/>
        </w:rPr>
        <w:t xml:space="preserve"> Изменения в Устав муниципального образования «Глазовский район (май  2012 года)</w:t>
      </w:r>
    </w:p>
    <w:p w:rsidR="00C332A1" w:rsidRPr="00B07E3F" w:rsidRDefault="00C332A1" w:rsidP="00076F4A">
      <w:pPr>
        <w:rPr>
          <w:sz w:val="22"/>
          <w:szCs w:val="22"/>
        </w:rPr>
      </w:pPr>
    </w:p>
    <w:tbl>
      <w:tblPr>
        <w:tblW w:w="1685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592"/>
        <w:gridCol w:w="2977"/>
        <w:gridCol w:w="4961"/>
        <w:gridCol w:w="4527"/>
        <w:gridCol w:w="1262"/>
      </w:tblGrid>
      <w:tr w:rsidR="00C332A1" w:rsidRPr="00B07E3F" w:rsidTr="000D5B5A">
        <w:trPr>
          <w:gridAfter w:val="1"/>
          <w:wAfter w:w="1262" w:type="dxa"/>
        </w:trPr>
        <w:tc>
          <w:tcPr>
            <w:tcW w:w="540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92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>Статьи, части, пункты, подпункты</w:t>
            </w:r>
          </w:p>
        </w:tc>
        <w:tc>
          <w:tcPr>
            <w:tcW w:w="2977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>Вносимые изменения</w:t>
            </w:r>
          </w:p>
        </w:tc>
        <w:tc>
          <w:tcPr>
            <w:tcW w:w="4961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 xml:space="preserve">Действующая редакция </w:t>
            </w:r>
          </w:p>
        </w:tc>
        <w:tc>
          <w:tcPr>
            <w:tcW w:w="4527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>Новая редакция</w:t>
            </w:r>
          </w:p>
        </w:tc>
      </w:tr>
      <w:tr w:rsidR="00C332A1" w:rsidRPr="00B07E3F" w:rsidTr="000D5B5A">
        <w:trPr>
          <w:gridAfter w:val="1"/>
          <w:wAfter w:w="1262" w:type="dxa"/>
        </w:trPr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1</w:t>
            </w:r>
          </w:p>
        </w:tc>
        <w:tc>
          <w:tcPr>
            <w:tcW w:w="2592" w:type="dxa"/>
          </w:tcPr>
          <w:p w:rsidR="00C332A1" w:rsidRPr="00B07E3F" w:rsidRDefault="00C332A1" w:rsidP="00CA2D67">
            <w:pPr>
              <w:ind w:hanging="171"/>
              <w:jc w:val="both"/>
              <w:rPr>
                <w:b/>
              </w:rPr>
            </w:pPr>
            <w:r w:rsidRPr="00B07E3F">
              <w:rPr>
                <w:sz w:val="22"/>
                <w:szCs w:val="22"/>
              </w:rPr>
              <w:t xml:space="preserve"> </w:t>
            </w:r>
            <w:r w:rsidRPr="00B07E3F">
              <w:rPr>
                <w:b/>
                <w:sz w:val="22"/>
                <w:szCs w:val="22"/>
              </w:rPr>
              <w:t xml:space="preserve">статья 7 </w:t>
            </w:r>
          </w:p>
          <w:p w:rsidR="00C332A1" w:rsidRPr="00B07E3F" w:rsidRDefault="00C332A1" w:rsidP="000D5B5A">
            <w:pPr>
              <w:ind w:left="-171"/>
              <w:jc w:val="both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 xml:space="preserve">  Вопросы местного  </w:t>
            </w:r>
          </w:p>
          <w:p w:rsidR="00C332A1" w:rsidRPr="00B07E3F" w:rsidRDefault="00C332A1" w:rsidP="000D5B5A">
            <w:pPr>
              <w:ind w:left="-171"/>
              <w:jc w:val="both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 xml:space="preserve">   значения муниципаль-             ного района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ind w:firstLine="540"/>
              <w:jc w:val="both"/>
            </w:pPr>
            <w:r w:rsidRPr="00B07E3F">
              <w:rPr>
                <w:sz w:val="22"/>
                <w:szCs w:val="22"/>
              </w:rPr>
              <w:t xml:space="preserve"> 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</w:p>
          <w:p w:rsidR="00C332A1" w:rsidRPr="00B07E3F" w:rsidRDefault="00C332A1" w:rsidP="006C1056"/>
        </w:tc>
        <w:tc>
          <w:tcPr>
            <w:tcW w:w="2977" w:type="dxa"/>
          </w:tcPr>
          <w:p w:rsidR="00C332A1" w:rsidRPr="00B07E3F" w:rsidRDefault="00C332A1" w:rsidP="00B3397B">
            <w:pPr>
              <w:jc w:val="both"/>
            </w:pPr>
            <w:r w:rsidRPr="00B07E3F">
              <w:rPr>
                <w:sz w:val="22"/>
                <w:szCs w:val="22"/>
              </w:rPr>
              <w:t xml:space="preserve"> В части 3</w:t>
            </w:r>
            <w:r w:rsidRPr="00B07E3F">
              <w:rPr>
                <w:b/>
                <w:sz w:val="22"/>
                <w:szCs w:val="22"/>
              </w:rPr>
              <w:t xml:space="preserve">  </w:t>
            </w:r>
            <w:r w:rsidRPr="00B07E3F">
              <w:rPr>
                <w:sz w:val="22"/>
                <w:szCs w:val="22"/>
              </w:rPr>
              <w:t>после слов «части своих полномочий» допо</w:t>
            </w:r>
            <w:r w:rsidRPr="00B07E3F">
              <w:rPr>
                <w:sz w:val="22"/>
                <w:szCs w:val="22"/>
              </w:rPr>
              <w:t>л</w:t>
            </w:r>
            <w:r w:rsidRPr="00B07E3F">
              <w:rPr>
                <w:sz w:val="22"/>
                <w:szCs w:val="22"/>
              </w:rPr>
              <w:t>нить словами «по решению вопросов местного значения)</w:t>
            </w:r>
          </w:p>
          <w:p w:rsidR="00C332A1" w:rsidRPr="00B07E3F" w:rsidRDefault="00C332A1" w:rsidP="006C1056">
            <w:pPr>
              <w:ind w:firstLine="708"/>
              <w:jc w:val="both"/>
            </w:pPr>
          </w:p>
          <w:p w:rsidR="00C332A1" w:rsidRPr="00B07E3F" w:rsidRDefault="00C332A1" w:rsidP="006C1056"/>
        </w:tc>
        <w:tc>
          <w:tcPr>
            <w:tcW w:w="4961" w:type="dxa"/>
          </w:tcPr>
          <w:p w:rsidR="00C332A1" w:rsidRPr="00B07E3F" w:rsidRDefault="00C332A1" w:rsidP="00CA2D67">
            <w:pPr>
              <w:jc w:val="both"/>
            </w:pPr>
            <w:r w:rsidRPr="00B07E3F">
              <w:rPr>
                <w:b/>
                <w:sz w:val="22"/>
                <w:szCs w:val="22"/>
              </w:rPr>
              <w:t>3.</w:t>
            </w:r>
            <w:r w:rsidRPr="00B07E3F">
              <w:rPr>
                <w:sz w:val="22"/>
                <w:szCs w:val="22"/>
              </w:rPr>
              <w:t xml:space="preserve"> Органы местного самоуправления муниц</w:t>
            </w:r>
            <w:r w:rsidRPr="00B07E3F">
              <w:rPr>
                <w:sz w:val="22"/>
                <w:szCs w:val="22"/>
              </w:rPr>
              <w:t>и</w:t>
            </w:r>
            <w:r w:rsidRPr="00B07E3F">
              <w:rPr>
                <w:sz w:val="22"/>
                <w:szCs w:val="22"/>
              </w:rPr>
              <w:t>пального района в порядке, предусмотренном н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стоящим Уставом,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за счет межбюджетных трансфертов, предоставляемых из бюджета муниципального района в бюджеты соответствующих поселений в соответствии с Бюджетным кодексом Российской Федерации.</w:t>
            </w:r>
          </w:p>
          <w:p w:rsidR="00C332A1" w:rsidRPr="00B07E3F" w:rsidRDefault="00C332A1" w:rsidP="006C1056">
            <w:pPr>
              <w:jc w:val="both"/>
            </w:pP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</w:rPr>
            </w:pPr>
          </w:p>
          <w:p w:rsidR="00C332A1" w:rsidRPr="00B07E3F" w:rsidRDefault="00C332A1" w:rsidP="006C1056"/>
        </w:tc>
        <w:tc>
          <w:tcPr>
            <w:tcW w:w="4527" w:type="dxa"/>
          </w:tcPr>
          <w:p w:rsidR="00C332A1" w:rsidRPr="00B07E3F" w:rsidRDefault="00C332A1" w:rsidP="00CA2D67">
            <w:pPr>
              <w:jc w:val="both"/>
              <w:rPr>
                <w:b/>
                <w:bCs/>
              </w:rPr>
            </w:pPr>
            <w:r w:rsidRPr="00B07E3F">
              <w:rPr>
                <w:sz w:val="22"/>
                <w:szCs w:val="22"/>
              </w:rPr>
              <w:t xml:space="preserve"> </w:t>
            </w:r>
            <w:r w:rsidRPr="00B07E3F">
              <w:rPr>
                <w:b/>
                <w:bCs/>
                <w:sz w:val="22"/>
                <w:szCs w:val="22"/>
              </w:rPr>
              <w:t xml:space="preserve">3. </w:t>
            </w:r>
            <w:r w:rsidRPr="00B07E3F">
              <w:rPr>
                <w:sz w:val="22"/>
                <w:szCs w:val="22"/>
              </w:rPr>
              <w:t>Органы местного самоуправления мун</w:t>
            </w:r>
            <w:r w:rsidRPr="00B07E3F">
              <w:rPr>
                <w:sz w:val="22"/>
                <w:szCs w:val="22"/>
              </w:rPr>
              <w:t>и</w:t>
            </w:r>
            <w:r w:rsidRPr="00B07E3F">
              <w:rPr>
                <w:sz w:val="22"/>
                <w:szCs w:val="22"/>
              </w:rPr>
              <w:t>ципального района в порядке, предусмотре</w:t>
            </w:r>
            <w:r w:rsidRPr="00B07E3F">
              <w:rPr>
                <w:sz w:val="22"/>
                <w:szCs w:val="22"/>
              </w:rPr>
              <w:t>н</w:t>
            </w:r>
            <w:r w:rsidRPr="00B07E3F">
              <w:rPr>
                <w:sz w:val="22"/>
                <w:szCs w:val="22"/>
              </w:rPr>
              <w:t>ном настоящим Уставом, вправе заключать соглашения с органами местного самоупра</w:t>
            </w:r>
            <w:r w:rsidRPr="00B07E3F">
              <w:rPr>
                <w:sz w:val="22"/>
                <w:szCs w:val="22"/>
              </w:rPr>
              <w:t>в</w:t>
            </w:r>
            <w:r w:rsidRPr="00B07E3F">
              <w:rPr>
                <w:sz w:val="22"/>
                <w:szCs w:val="22"/>
              </w:rPr>
              <w:t>ления отдельных поселений, входящих в с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 xml:space="preserve">став муниципального района, о передаче им осуществления части своих полномочий </w:t>
            </w:r>
            <w:r w:rsidRPr="00B07E3F">
              <w:rPr>
                <w:b/>
                <w:sz w:val="22"/>
                <w:szCs w:val="22"/>
              </w:rPr>
              <w:t xml:space="preserve">по решению вопросов местного значения </w:t>
            </w:r>
            <w:r w:rsidRPr="00B07E3F">
              <w:rPr>
                <w:sz w:val="22"/>
                <w:szCs w:val="22"/>
              </w:rPr>
              <w:t>за счет межбюджетных трансфертов, предо</w:t>
            </w:r>
            <w:r w:rsidRPr="00B07E3F">
              <w:rPr>
                <w:sz w:val="22"/>
                <w:szCs w:val="22"/>
              </w:rPr>
              <w:t>с</w:t>
            </w:r>
            <w:r w:rsidRPr="00B07E3F">
              <w:rPr>
                <w:sz w:val="22"/>
                <w:szCs w:val="22"/>
              </w:rPr>
              <w:t>тавляемых из бюджета муниципального ра</w:t>
            </w:r>
            <w:r w:rsidRPr="00B07E3F">
              <w:rPr>
                <w:sz w:val="22"/>
                <w:szCs w:val="22"/>
              </w:rPr>
              <w:t>й</w:t>
            </w:r>
            <w:r w:rsidRPr="00B07E3F">
              <w:rPr>
                <w:sz w:val="22"/>
                <w:szCs w:val="22"/>
              </w:rPr>
              <w:t>она в бюджеты соответствующих поселений в соответствии с Бюджетным кодексом Ро</w:t>
            </w:r>
            <w:r w:rsidRPr="00B07E3F">
              <w:rPr>
                <w:sz w:val="22"/>
                <w:szCs w:val="22"/>
              </w:rPr>
              <w:t>с</w:t>
            </w:r>
            <w:r w:rsidRPr="00B07E3F">
              <w:rPr>
                <w:sz w:val="22"/>
                <w:szCs w:val="22"/>
              </w:rPr>
              <w:t>сийской Федерации.</w:t>
            </w:r>
          </w:p>
          <w:p w:rsidR="00C332A1" w:rsidRPr="00B07E3F" w:rsidRDefault="00C332A1" w:rsidP="006C1056"/>
        </w:tc>
      </w:tr>
      <w:tr w:rsidR="00C332A1" w:rsidRPr="00B07E3F" w:rsidTr="000D5B5A">
        <w:trPr>
          <w:gridAfter w:val="1"/>
          <w:wAfter w:w="1262" w:type="dxa"/>
        </w:trPr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2</w:t>
            </w:r>
          </w:p>
        </w:tc>
        <w:tc>
          <w:tcPr>
            <w:tcW w:w="2592" w:type="dxa"/>
          </w:tcPr>
          <w:p w:rsidR="00C332A1" w:rsidRPr="00B07E3F" w:rsidRDefault="00C332A1" w:rsidP="008F58BC">
            <w:pPr>
              <w:jc w:val="both"/>
              <w:rPr>
                <w:bCs/>
                <w:i/>
              </w:rPr>
            </w:pPr>
            <w:r w:rsidRPr="00B07E3F">
              <w:rPr>
                <w:b/>
                <w:sz w:val="22"/>
                <w:szCs w:val="22"/>
              </w:rPr>
              <w:t xml:space="preserve">Статья  7.1 </w:t>
            </w:r>
          </w:p>
          <w:p w:rsidR="00C332A1" w:rsidRPr="00B07E3F" w:rsidRDefault="00C332A1" w:rsidP="008F58BC">
            <w:pPr>
              <w:jc w:val="both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>Право органов местн</w:t>
            </w:r>
            <w:r w:rsidRPr="00B07E3F">
              <w:rPr>
                <w:b/>
                <w:sz w:val="22"/>
                <w:szCs w:val="22"/>
              </w:rPr>
              <w:t>о</w:t>
            </w:r>
            <w:r w:rsidRPr="00B07E3F">
              <w:rPr>
                <w:b/>
                <w:sz w:val="22"/>
                <w:szCs w:val="22"/>
              </w:rPr>
              <w:t>го самоуправления м</w:t>
            </w:r>
            <w:r w:rsidRPr="00B07E3F">
              <w:rPr>
                <w:b/>
                <w:sz w:val="22"/>
                <w:szCs w:val="22"/>
              </w:rPr>
              <w:t>у</w:t>
            </w:r>
            <w:r w:rsidRPr="00B07E3F">
              <w:rPr>
                <w:b/>
                <w:sz w:val="22"/>
                <w:szCs w:val="22"/>
              </w:rPr>
              <w:t>ниципального района на решение вопросов, не отнесенных к вопр</w:t>
            </w:r>
            <w:r w:rsidRPr="00B07E3F">
              <w:rPr>
                <w:b/>
                <w:sz w:val="22"/>
                <w:szCs w:val="22"/>
              </w:rPr>
              <w:t>о</w:t>
            </w:r>
            <w:r w:rsidRPr="00B07E3F">
              <w:rPr>
                <w:b/>
                <w:sz w:val="22"/>
                <w:szCs w:val="22"/>
              </w:rPr>
              <w:t>сам местного значения муниципального ра</w:t>
            </w:r>
            <w:r w:rsidRPr="00B07E3F">
              <w:rPr>
                <w:b/>
                <w:sz w:val="22"/>
                <w:szCs w:val="22"/>
              </w:rPr>
              <w:t>й</w:t>
            </w:r>
            <w:r w:rsidRPr="00B07E3F">
              <w:rPr>
                <w:b/>
                <w:sz w:val="22"/>
                <w:szCs w:val="22"/>
              </w:rPr>
              <w:t>она</w:t>
            </w:r>
          </w:p>
        </w:tc>
        <w:tc>
          <w:tcPr>
            <w:tcW w:w="2977" w:type="dxa"/>
          </w:tcPr>
          <w:p w:rsidR="00C332A1" w:rsidRPr="00B07E3F" w:rsidRDefault="00C332A1" w:rsidP="006916D8">
            <w:pPr>
              <w:jc w:val="both"/>
            </w:pPr>
            <w:r w:rsidRPr="00B07E3F">
              <w:rPr>
                <w:sz w:val="22"/>
                <w:szCs w:val="22"/>
              </w:rPr>
              <w:t xml:space="preserve"> Часть  1 дополнить пунктом 8  следующего содержания:</w:t>
            </w:r>
          </w:p>
        </w:tc>
        <w:tc>
          <w:tcPr>
            <w:tcW w:w="4961" w:type="dxa"/>
          </w:tcPr>
          <w:p w:rsidR="00C332A1" w:rsidRPr="00B07E3F" w:rsidRDefault="00C332A1" w:rsidP="006C1056">
            <w:pPr>
              <w:jc w:val="both"/>
            </w:pPr>
            <w:r w:rsidRPr="00B07E3F">
              <w:rPr>
                <w:sz w:val="22"/>
                <w:szCs w:val="22"/>
              </w:rPr>
              <w:t xml:space="preserve"> 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</w:p>
        </w:tc>
        <w:tc>
          <w:tcPr>
            <w:tcW w:w="4527" w:type="dxa"/>
          </w:tcPr>
          <w:p w:rsidR="00C332A1" w:rsidRPr="00B07E3F" w:rsidRDefault="00C332A1" w:rsidP="006916D8">
            <w:r w:rsidRPr="00B07E3F">
              <w:rPr>
                <w:sz w:val="22"/>
                <w:szCs w:val="22"/>
              </w:rPr>
              <w:t>8)  оказание поддержки общественным н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блюдательным комиссиям, осуществляющим общественный контроль за обеспечением прав человека и содействие лицам, наход</w:t>
            </w:r>
            <w:r w:rsidRPr="00B07E3F">
              <w:rPr>
                <w:sz w:val="22"/>
                <w:szCs w:val="22"/>
              </w:rPr>
              <w:t>я</w:t>
            </w:r>
            <w:r w:rsidRPr="00B07E3F">
              <w:rPr>
                <w:sz w:val="22"/>
                <w:szCs w:val="22"/>
              </w:rPr>
              <w:t>щимся в местах принудительного содерж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ния.</w:t>
            </w:r>
          </w:p>
          <w:p w:rsidR="00C332A1" w:rsidRPr="00F35CAA" w:rsidRDefault="00C332A1" w:rsidP="006916D8">
            <w:pPr>
              <w:ind w:hanging="81"/>
              <w:rPr>
                <w:b/>
              </w:rPr>
            </w:pPr>
            <w:r w:rsidRPr="00F35CAA">
              <w:rPr>
                <w:b/>
                <w:sz w:val="22"/>
                <w:szCs w:val="22"/>
              </w:rPr>
              <w:t xml:space="preserve"> (Имущественную, информационную, ф</w:t>
            </w:r>
            <w:r w:rsidRPr="00F35CAA">
              <w:rPr>
                <w:b/>
                <w:sz w:val="22"/>
                <w:szCs w:val="22"/>
              </w:rPr>
              <w:t>и</w:t>
            </w:r>
            <w:r w:rsidRPr="00F35CAA">
              <w:rPr>
                <w:b/>
                <w:sz w:val="22"/>
                <w:szCs w:val="22"/>
              </w:rPr>
              <w:t>нансовую, консультационную</w:t>
            </w:r>
            <w:r>
              <w:rPr>
                <w:b/>
                <w:sz w:val="22"/>
                <w:szCs w:val="22"/>
              </w:rPr>
              <w:t xml:space="preserve"> поддержку</w:t>
            </w:r>
            <w:r w:rsidRPr="00F35CAA">
              <w:rPr>
                <w:b/>
                <w:sz w:val="22"/>
                <w:szCs w:val="22"/>
              </w:rPr>
              <w:t>)</w:t>
            </w:r>
          </w:p>
        </w:tc>
      </w:tr>
      <w:tr w:rsidR="00C332A1" w:rsidRPr="00B07E3F" w:rsidTr="000D5B5A">
        <w:trPr>
          <w:gridAfter w:val="1"/>
          <w:wAfter w:w="1262" w:type="dxa"/>
        </w:trPr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3</w:t>
            </w:r>
          </w:p>
        </w:tc>
        <w:tc>
          <w:tcPr>
            <w:tcW w:w="2592" w:type="dxa"/>
          </w:tcPr>
          <w:p w:rsidR="00C332A1" w:rsidRPr="00B07E3F" w:rsidRDefault="00C332A1" w:rsidP="006C1056">
            <w:pPr>
              <w:jc w:val="both"/>
              <w:rPr>
                <w:bCs/>
                <w:i/>
              </w:rPr>
            </w:pPr>
            <w:r w:rsidRPr="00B07E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C332A1" w:rsidRPr="00B07E3F" w:rsidRDefault="00C332A1" w:rsidP="006916D8">
            <w:pPr>
              <w:jc w:val="both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 xml:space="preserve"> дополнить Устав  статьей 12.1. Сход граждан</w:t>
            </w:r>
          </w:p>
          <w:p w:rsidR="00C332A1" w:rsidRPr="00B07E3F" w:rsidRDefault="00C332A1" w:rsidP="006C1056">
            <w:pPr>
              <w:jc w:val="both"/>
            </w:pPr>
          </w:p>
        </w:tc>
        <w:tc>
          <w:tcPr>
            <w:tcW w:w="4961" w:type="dxa"/>
          </w:tcPr>
          <w:p w:rsidR="00C332A1" w:rsidRPr="00B07E3F" w:rsidRDefault="00C332A1" w:rsidP="006C1056">
            <w:pPr>
              <w:ind w:firstLine="720"/>
              <w:jc w:val="both"/>
              <w:rPr>
                <w:b/>
              </w:rPr>
            </w:pPr>
            <w:r w:rsidRPr="00B07E3F">
              <w:rPr>
                <w:sz w:val="22"/>
                <w:szCs w:val="22"/>
              </w:rPr>
              <w:t xml:space="preserve"> 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4527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>12.1 Сход граждан.</w:t>
            </w:r>
          </w:p>
          <w:p w:rsidR="00C332A1" w:rsidRPr="00B07E3F" w:rsidRDefault="00C332A1" w:rsidP="006916D8">
            <w:pPr>
              <w:jc w:val="both"/>
              <w:rPr>
                <w:b/>
              </w:rPr>
            </w:pPr>
            <w:r w:rsidRPr="00B07E3F">
              <w:rPr>
                <w:sz w:val="22"/>
                <w:szCs w:val="22"/>
              </w:rPr>
              <w:t>В случаях и порядке, предусмотренных ф</w:t>
            </w:r>
            <w:r w:rsidRPr="00B07E3F">
              <w:rPr>
                <w:sz w:val="22"/>
                <w:szCs w:val="22"/>
              </w:rPr>
              <w:t>е</w:t>
            </w:r>
            <w:r w:rsidRPr="00B07E3F">
              <w:rPr>
                <w:sz w:val="22"/>
                <w:szCs w:val="22"/>
              </w:rPr>
              <w:t>деральным законом, на территории муниц</w:t>
            </w:r>
            <w:r w:rsidRPr="00B07E3F">
              <w:rPr>
                <w:sz w:val="22"/>
                <w:szCs w:val="22"/>
              </w:rPr>
              <w:t>и</w:t>
            </w:r>
            <w:r w:rsidRPr="00B07E3F">
              <w:rPr>
                <w:sz w:val="22"/>
                <w:szCs w:val="22"/>
              </w:rPr>
              <w:t xml:space="preserve">пального  района может проводиться сход  граждан </w:t>
            </w:r>
          </w:p>
        </w:tc>
      </w:tr>
      <w:tr w:rsidR="00C332A1" w:rsidRPr="00B07E3F" w:rsidTr="000D5B5A">
        <w:trPr>
          <w:gridAfter w:val="1"/>
          <w:wAfter w:w="1262" w:type="dxa"/>
          <w:trHeight w:val="2562"/>
        </w:trPr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4</w:t>
            </w:r>
          </w:p>
        </w:tc>
        <w:tc>
          <w:tcPr>
            <w:tcW w:w="2592" w:type="dxa"/>
          </w:tcPr>
          <w:p w:rsidR="00C332A1" w:rsidRPr="00B07E3F" w:rsidRDefault="00C332A1" w:rsidP="006C1056">
            <w:pPr>
              <w:ind w:firstLine="708"/>
              <w:jc w:val="both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 xml:space="preserve"> </w:t>
            </w:r>
          </w:p>
          <w:p w:rsidR="00C332A1" w:rsidRPr="00B07E3F" w:rsidRDefault="00C332A1" w:rsidP="006C1056">
            <w:pPr>
              <w:jc w:val="both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>Статья 24</w:t>
            </w:r>
          </w:p>
          <w:p w:rsidR="00C332A1" w:rsidRPr="00B07E3F" w:rsidRDefault="00C332A1" w:rsidP="006C1056">
            <w:pPr>
              <w:jc w:val="both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>Исключительная ко</w:t>
            </w:r>
            <w:r w:rsidRPr="00B07E3F">
              <w:rPr>
                <w:b/>
                <w:sz w:val="22"/>
                <w:szCs w:val="22"/>
              </w:rPr>
              <w:t>м</w:t>
            </w:r>
            <w:r w:rsidRPr="00B07E3F">
              <w:rPr>
                <w:b/>
                <w:sz w:val="22"/>
                <w:szCs w:val="22"/>
              </w:rPr>
              <w:t>петенция Районного Совета депутатов</w:t>
            </w:r>
          </w:p>
        </w:tc>
        <w:tc>
          <w:tcPr>
            <w:tcW w:w="2977" w:type="dxa"/>
          </w:tcPr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</w:pPr>
            <w:r w:rsidRPr="00B07E3F">
              <w:rPr>
                <w:sz w:val="22"/>
                <w:szCs w:val="22"/>
              </w:rPr>
              <w:t xml:space="preserve"> Пункт 12 дополнить слов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ми:</w:t>
            </w:r>
          </w:p>
          <w:p w:rsidR="00C332A1" w:rsidRPr="00B07E3F" w:rsidRDefault="00C332A1" w:rsidP="003B76A3">
            <w:pPr>
              <w:autoSpaceDE w:val="0"/>
              <w:autoSpaceDN w:val="0"/>
              <w:adjustRightInd w:val="0"/>
              <w:jc w:val="both"/>
            </w:pPr>
            <w:r w:rsidRPr="00B07E3F">
              <w:rPr>
                <w:sz w:val="22"/>
                <w:szCs w:val="22"/>
              </w:rPr>
              <w:t>«,выполнение работ, за и</w:t>
            </w:r>
            <w:r w:rsidRPr="00B07E3F">
              <w:rPr>
                <w:sz w:val="22"/>
                <w:szCs w:val="22"/>
              </w:rPr>
              <w:t>с</w:t>
            </w:r>
            <w:r w:rsidRPr="00B07E3F">
              <w:rPr>
                <w:sz w:val="22"/>
                <w:szCs w:val="22"/>
              </w:rPr>
              <w:t>ключением случаев, пред</w:t>
            </w:r>
            <w:r w:rsidRPr="00B07E3F">
              <w:rPr>
                <w:sz w:val="22"/>
                <w:szCs w:val="22"/>
              </w:rPr>
              <w:t>у</w:t>
            </w:r>
            <w:r w:rsidRPr="00B07E3F">
              <w:rPr>
                <w:sz w:val="22"/>
                <w:szCs w:val="22"/>
              </w:rPr>
              <w:t>смотренных федеральными законами».</w:t>
            </w:r>
          </w:p>
          <w:p w:rsidR="00C332A1" w:rsidRPr="00B07E3F" w:rsidRDefault="00C332A1" w:rsidP="006C1056">
            <w:pPr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C332A1" w:rsidRPr="00B07E3F" w:rsidRDefault="00C332A1" w:rsidP="003B76A3">
            <w:pPr>
              <w:jc w:val="both"/>
            </w:pPr>
            <w:r w:rsidRPr="00B07E3F">
              <w:rPr>
                <w:sz w:val="22"/>
                <w:szCs w:val="22"/>
              </w:rPr>
              <w:t>12) определение порядка принятия решений о создании, реорганизации и ликвидации муниц</w:t>
            </w:r>
            <w:r w:rsidRPr="00B07E3F">
              <w:rPr>
                <w:sz w:val="22"/>
                <w:szCs w:val="22"/>
              </w:rPr>
              <w:t>и</w:t>
            </w:r>
            <w:r w:rsidRPr="00B07E3F">
              <w:rPr>
                <w:sz w:val="22"/>
                <w:szCs w:val="22"/>
              </w:rPr>
              <w:t>пальных предприятий, а также порядка принятия решений об установлении тарифов на услуги м</w:t>
            </w:r>
            <w:r w:rsidRPr="00B07E3F">
              <w:rPr>
                <w:sz w:val="22"/>
                <w:szCs w:val="22"/>
              </w:rPr>
              <w:t>у</w:t>
            </w:r>
            <w:r w:rsidRPr="00B07E3F">
              <w:rPr>
                <w:sz w:val="22"/>
                <w:szCs w:val="22"/>
              </w:rPr>
              <w:t>ниципальных предприятий и учреждений;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ind w:firstLine="720"/>
              <w:jc w:val="both"/>
              <w:outlineLvl w:val="0"/>
            </w:pPr>
            <w:r w:rsidRPr="00B07E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27" w:type="dxa"/>
          </w:tcPr>
          <w:p w:rsidR="00C332A1" w:rsidRPr="00B07E3F" w:rsidRDefault="00C332A1" w:rsidP="003B76A3">
            <w:pPr>
              <w:jc w:val="both"/>
              <w:rPr>
                <w:b/>
              </w:rPr>
            </w:pPr>
            <w:r w:rsidRPr="00B07E3F">
              <w:rPr>
                <w:sz w:val="22"/>
                <w:szCs w:val="22"/>
              </w:rPr>
              <w:t xml:space="preserve"> 12) определение порядка принятия решений о создании, реорганизации и ликвидации м</w:t>
            </w:r>
            <w:r w:rsidRPr="00B07E3F">
              <w:rPr>
                <w:sz w:val="22"/>
                <w:szCs w:val="22"/>
              </w:rPr>
              <w:t>у</w:t>
            </w:r>
            <w:r w:rsidRPr="00B07E3F">
              <w:rPr>
                <w:sz w:val="22"/>
                <w:szCs w:val="22"/>
              </w:rPr>
              <w:t xml:space="preserve">ниципальных предприятий, а также порядка принятия решений об установлении тарифов на услуги муниципальных предприятий и учреждений, </w:t>
            </w:r>
            <w:r w:rsidRPr="00B07E3F">
              <w:rPr>
                <w:b/>
                <w:sz w:val="22"/>
                <w:szCs w:val="22"/>
              </w:rPr>
              <w:t>выполнение работ, за искл</w:t>
            </w:r>
            <w:r w:rsidRPr="00B07E3F">
              <w:rPr>
                <w:b/>
                <w:sz w:val="22"/>
                <w:szCs w:val="22"/>
              </w:rPr>
              <w:t>ю</w:t>
            </w:r>
            <w:r w:rsidRPr="00B07E3F">
              <w:rPr>
                <w:b/>
                <w:sz w:val="22"/>
                <w:szCs w:val="22"/>
              </w:rPr>
              <w:t>чением случаев, предусмотренных фед</w:t>
            </w:r>
            <w:r w:rsidRPr="00B07E3F">
              <w:rPr>
                <w:b/>
                <w:sz w:val="22"/>
                <w:szCs w:val="22"/>
              </w:rPr>
              <w:t>е</w:t>
            </w:r>
            <w:r w:rsidRPr="00B07E3F">
              <w:rPr>
                <w:b/>
                <w:sz w:val="22"/>
                <w:szCs w:val="22"/>
              </w:rPr>
              <w:t>ральными законами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</w:pPr>
          </w:p>
        </w:tc>
      </w:tr>
      <w:tr w:rsidR="00C332A1" w:rsidRPr="00B07E3F" w:rsidTr="000D5B5A">
        <w:trPr>
          <w:gridAfter w:val="1"/>
          <w:wAfter w:w="1262" w:type="dxa"/>
          <w:trHeight w:val="1125"/>
        </w:trPr>
        <w:tc>
          <w:tcPr>
            <w:tcW w:w="540" w:type="dxa"/>
          </w:tcPr>
          <w:p w:rsidR="00C332A1" w:rsidRPr="00B07E3F" w:rsidRDefault="00C332A1" w:rsidP="006C1056"/>
        </w:tc>
        <w:tc>
          <w:tcPr>
            <w:tcW w:w="2592" w:type="dxa"/>
            <w:tcBorders>
              <w:bottom w:val="nil"/>
            </w:tcBorders>
          </w:tcPr>
          <w:p w:rsidR="00C332A1" w:rsidRPr="00B07E3F" w:rsidRDefault="00C332A1" w:rsidP="006C1056">
            <w:pPr>
              <w:ind w:firstLine="708"/>
              <w:jc w:val="both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>Статья 25</w:t>
            </w:r>
          </w:p>
          <w:p w:rsidR="00C332A1" w:rsidRPr="00B07E3F" w:rsidRDefault="00C332A1" w:rsidP="008273DD">
            <w:pPr>
              <w:jc w:val="both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>Компетенция Районн</w:t>
            </w:r>
            <w:r w:rsidRPr="00B07E3F">
              <w:rPr>
                <w:b/>
                <w:sz w:val="22"/>
                <w:szCs w:val="22"/>
              </w:rPr>
              <w:t>о</w:t>
            </w:r>
            <w:r w:rsidRPr="00B07E3F">
              <w:rPr>
                <w:b/>
                <w:sz w:val="22"/>
                <w:szCs w:val="22"/>
              </w:rPr>
              <w:t xml:space="preserve">го Совета депутатов  </w:t>
            </w:r>
          </w:p>
          <w:p w:rsidR="00C332A1" w:rsidRPr="00B07E3F" w:rsidRDefault="00C332A1" w:rsidP="006C1056">
            <w:pPr>
              <w:ind w:firstLine="708"/>
              <w:jc w:val="both"/>
              <w:rPr>
                <w:b/>
              </w:rPr>
            </w:pPr>
          </w:p>
        </w:tc>
        <w:tc>
          <w:tcPr>
            <w:tcW w:w="2977" w:type="dxa"/>
          </w:tcPr>
          <w:p w:rsidR="00C332A1" w:rsidRPr="00B07E3F" w:rsidRDefault="00C332A1" w:rsidP="006C1056">
            <w:pPr>
              <w:jc w:val="both"/>
            </w:pPr>
            <w:r w:rsidRPr="00B07E3F">
              <w:rPr>
                <w:sz w:val="22"/>
                <w:szCs w:val="22"/>
              </w:rPr>
              <w:t xml:space="preserve"> Пункт 13 после слов « пре</w:t>
            </w:r>
            <w:r w:rsidRPr="00B07E3F">
              <w:rPr>
                <w:sz w:val="22"/>
                <w:szCs w:val="22"/>
              </w:rPr>
              <w:t>д</w:t>
            </w:r>
            <w:r w:rsidRPr="00B07E3F">
              <w:rPr>
                <w:sz w:val="22"/>
                <w:szCs w:val="22"/>
              </w:rPr>
              <w:t>приятиями и учреждениями» дополнить словами «, и р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боты, выполняемые муниц</w:t>
            </w:r>
            <w:r w:rsidRPr="00B07E3F">
              <w:rPr>
                <w:sz w:val="22"/>
                <w:szCs w:val="22"/>
              </w:rPr>
              <w:t>и</w:t>
            </w:r>
            <w:r w:rsidRPr="00B07E3F">
              <w:rPr>
                <w:sz w:val="22"/>
                <w:szCs w:val="22"/>
              </w:rPr>
              <w:t xml:space="preserve">пальными предприятиями  и учреждениями,» </w:t>
            </w:r>
          </w:p>
        </w:tc>
        <w:tc>
          <w:tcPr>
            <w:tcW w:w="4961" w:type="dxa"/>
          </w:tcPr>
          <w:p w:rsidR="00C332A1" w:rsidRPr="00B07E3F" w:rsidRDefault="00C332A1" w:rsidP="008273DD">
            <w:pPr>
              <w:jc w:val="both"/>
              <w:rPr>
                <w:b/>
              </w:rPr>
            </w:pPr>
            <w:r w:rsidRPr="00B07E3F">
              <w:rPr>
                <w:sz w:val="22"/>
                <w:szCs w:val="22"/>
              </w:rPr>
              <w:t xml:space="preserve"> 13) в соответствии с законодательством Росси</w:t>
            </w:r>
            <w:r w:rsidRPr="00B07E3F">
              <w:rPr>
                <w:sz w:val="22"/>
                <w:szCs w:val="22"/>
              </w:rPr>
              <w:t>й</w:t>
            </w:r>
            <w:r w:rsidRPr="00B07E3F">
              <w:rPr>
                <w:sz w:val="22"/>
                <w:szCs w:val="22"/>
              </w:rPr>
              <w:t>ской Федерации  -  регулирование   тарифов на подключение к системе коммунальной инфр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требителей (за исключением тарифов и надбавок в сфере электроснабжения), установление тар</w:t>
            </w:r>
            <w:r w:rsidRPr="00B07E3F">
              <w:rPr>
                <w:sz w:val="22"/>
                <w:szCs w:val="22"/>
              </w:rPr>
              <w:t>и</w:t>
            </w:r>
            <w:r w:rsidRPr="00B07E3F">
              <w:rPr>
                <w:sz w:val="22"/>
                <w:szCs w:val="22"/>
              </w:rPr>
              <w:t>фов на услуги, предоставляемые муниципальн</w:t>
            </w:r>
            <w:r w:rsidRPr="00B07E3F">
              <w:rPr>
                <w:sz w:val="22"/>
                <w:szCs w:val="22"/>
              </w:rPr>
              <w:t>ы</w:t>
            </w:r>
            <w:r w:rsidRPr="00B07E3F">
              <w:rPr>
                <w:sz w:val="22"/>
                <w:szCs w:val="22"/>
              </w:rPr>
              <w:t xml:space="preserve">ми предприятиями и учреждениями, если иное не предусмотрено федеральными законами; </w:t>
            </w:r>
          </w:p>
          <w:p w:rsidR="00C332A1" w:rsidRPr="00B07E3F" w:rsidRDefault="00C332A1" w:rsidP="006C1056">
            <w:pPr>
              <w:jc w:val="both"/>
            </w:pP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4527" w:type="dxa"/>
          </w:tcPr>
          <w:p w:rsidR="00C332A1" w:rsidRPr="00B07E3F" w:rsidRDefault="00C332A1" w:rsidP="008273DD">
            <w:pPr>
              <w:jc w:val="both"/>
              <w:rPr>
                <w:b/>
              </w:rPr>
            </w:pPr>
            <w:r w:rsidRPr="00B07E3F">
              <w:rPr>
                <w:sz w:val="22"/>
                <w:szCs w:val="22"/>
              </w:rPr>
              <w:t>13) в соответствии с законодательством Ро</w:t>
            </w:r>
            <w:r w:rsidRPr="00B07E3F">
              <w:rPr>
                <w:sz w:val="22"/>
                <w:szCs w:val="22"/>
              </w:rPr>
              <w:t>с</w:t>
            </w:r>
            <w:r w:rsidRPr="00B07E3F">
              <w:rPr>
                <w:sz w:val="22"/>
                <w:szCs w:val="22"/>
              </w:rPr>
              <w:t>сийской Федерации  -  регулирование   тар</w:t>
            </w:r>
            <w:r w:rsidRPr="00B07E3F">
              <w:rPr>
                <w:sz w:val="22"/>
                <w:szCs w:val="22"/>
              </w:rPr>
              <w:t>и</w:t>
            </w:r>
            <w:r w:rsidRPr="00B07E3F">
              <w:rPr>
                <w:sz w:val="22"/>
                <w:szCs w:val="22"/>
              </w:rPr>
              <w:t>фов на подключение к системе коммунал</w:t>
            </w:r>
            <w:r w:rsidRPr="00B07E3F">
              <w:rPr>
                <w:sz w:val="22"/>
                <w:szCs w:val="22"/>
              </w:rPr>
              <w:t>ь</w:t>
            </w:r>
            <w:r w:rsidRPr="00B07E3F">
              <w:rPr>
                <w:sz w:val="22"/>
                <w:szCs w:val="22"/>
              </w:rPr>
              <w:t>ной инфраструктуры, тарифов организаций коммунального комплекса на подключение, надбавок к тарифам на товары и услуги орг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низаций коммунального комплекса, надбавок к ценам (тарифам) для потребителей (за и</w:t>
            </w:r>
            <w:r w:rsidRPr="00B07E3F">
              <w:rPr>
                <w:sz w:val="22"/>
                <w:szCs w:val="22"/>
              </w:rPr>
              <w:t>с</w:t>
            </w:r>
            <w:r w:rsidRPr="00B07E3F">
              <w:rPr>
                <w:sz w:val="22"/>
                <w:szCs w:val="22"/>
              </w:rPr>
              <w:t>ключением тарифов и надбавок в сфере эле</w:t>
            </w:r>
            <w:r w:rsidRPr="00B07E3F">
              <w:rPr>
                <w:sz w:val="22"/>
                <w:szCs w:val="22"/>
              </w:rPr>
              <w:t>к</w:t>
            </w:r>
            <w:r w:rsidRPr="00B07E3F">
              <w:rPr>
                <w:sz w:val="22"/>
                <w:szCs w:val="22"/>
              </w:rPr>
              <w:t>троснабжения), установление тарифов на у</w:t>
            </w:r>
            <w:r w:rsidRPr="00B07E3F">
              <w:rPr>
                <w:sz w:val="22"/>
                <w:szCs w:val="22"/>
              </w:rPr>
              <w:t>с</w:t>
            </w:r>
            <w:r w:rsidRPr="00B07E3F">
              <w:rPr>
                <w:sz w:val="22"/>
                <w:szCs w:val="22"/>
              </w:rPr>
              <w:t xml:space="preserve">луги, предоставляемые муниципальными предприятиями и учреждениями, </w:t>
            </w:r>
            <w:r w:rsidRPr="00B07E3F">
              <w:rPr>
                <w:b/>
                <w:sz w:val="22"/>
                <w:szCs w:val="22"/>
              </w:rPr>
              <w:t>и работы, выполняемые муниципальными предпр</w:t>
            </w:r>
            <w:r w:rsidRPr="00B07E3F">
              <w:rPr>
                <w:b/>
                <w:sz w:val="22"/>
                <w:szCs w:val="22"/>
              </w:rPr>
              <w:t>и</w:t>
            </w:r>
            <w:r w:rsidRPr="00B07E3F">
              <w:rPr>
                <w:b/>
                <w:sz w:val="22"/>
                <w:szCs w:val="22"/>
              </w:rPr>
              <w:t>ятиями  и учреждениями,</w:t>
            </w:r>
            <w:r w:rsidRPr="00B07E3F">
              <w:rPr>
                <w:sz w:val="22"/>
                <w:szCs w:val="22"/>
              </w:rPr>
              <w:t xml:space="preserve">  если иное не предусмотрено федеральными законами; </w:t>
            </w:r>
          </w:p>
          <w:p w:rsidR="00C332A1" w:rsidRPr="00B07E3F" w:rsidRDefault="00C332A1" w:rsidP="006C1056">
            <w:pPr>
              <w:jc w:val="both"/>
            </w:pP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</w:pPr>
          </w:p>
        </w:tc>
      </w:tr>
      <w:tr w:rsidR="00C332A1" w:rsidRPr="00B07E3F" w:rsidTr="000D5B5A">
        <w:trPr>
          <w:trHeight w:val="986"/>
        </w:trPr>
        <w:tc>
          <w:tcPr>
            <w:tcW w:w="540" w:type="dxa"/>
            <w:vMerge w:val="restart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5</w:t>
            </w:r>
          </w:p>
        </w:tc>
        <w:tc>
          <w:tcPr>
            <w:tcW w:w="2592" w:type="dxa"/>
            <w:vMerge w:val="restart"/>
          </w:tcPr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07E3F">
              <w:rPr>
                <w:b/>
                <w:bCs/>
                <w:sz w:val="22"/>
                <w:szCs w:val="22"/>
              </w:rPr>
              <w:t xml:space="preserve"> Статья 28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07E3F">
              <w:rPr>
                <w:b/>
                <w:bCs/>
                <w:sz w:val="22"/>
                <w:szCs w:val="22"/>
              </w:rPr>
              <w:t>Глава муниципального образования</w:t>
            </w:r>
          </w:p>
          <w:p w:rsidR="00C332A1" w:rsidRDefault="00C332A1" w:rsidP="006C1056">
            <w:pPr>
              <w:jc w:val="center"/>
              <w:rPr>
                <w:b/>
              </w:rPr>
            </w:pPr>
          </w:p>
          <w:p w:rsidR="00C332A1" w:rsidRDefault="00C332A1" w:rsidP="006C1056">
            <w:pPr>
              <w:jc w:val="center"/>
              <w:rPr>
                <w:b/>
              </w:rPr>
            </w:pPr>
          </w:p>
          <w:p w:rsidR="00C332A1" w:rsidRDefault="00C332A1" w:rsidP="006C1056">
            <w:pPr>
              <w:jc w:val="center"/>
              <w:rPr>
                <w:b/>
              </w:rPr>
            </w:pPr>
          </w:p>
          <w:p w:rsidR="00C332A1" w:rsidRPr="005D020B" w:rsidRDefault="00C332A1" w:rsidP="006C1056">
            <w:pPr>
              <w:jc w:val="center"/>
              <w:rPr>
                <w:sz w:val="28"/>
                <w:szCs w:val="28"/>
              </w:rPr>
            </w:pPr>
            <w:r w:rsidRPr="005D020B">
              <w:rPr>
                <w:sz w:val="28"/>
                <w:szCs w:val="28"/>
              </w:rPr>
              <w:t>Другая редакция</w:t>
            </w:r>
          </w:p>
        </w:tc>
        <w:tc>
          <w:tcPr>
            <w:tcW w:w="2977" w:type="dxa"/>
          </w:tcPr>
          <w:p w:rsidR="00C332A1" w:rsidRPr="00B07E3F" w:rsidRDefault="00C332A1" w:rsidP="00EC117B">
            <w:pPr>
              <w:jc w:val="both"/>
            </w:pPr>
            <w:r w:rsidRPr="00B07E3F">
              <w:rPr>
                <w:sz w:val="22"/>
                <w:szCs w:val="22"/>
              </w:rPr>
              <w:t xml:space="preserve">Пункт 10 части 7 (случаи досрочного прекращения полномочий Главы МО) </w:t>
            </w:r>
          </w:p>
        </w:tc>
        <w:tc>
          <w:tcPr>
            <w:tcW w:w="4961" w:type="dxa"/>
          </w:tcPr>
          <w:p w:rsidR="00C332A1" w:rsidRPr="00B07E3F" w:rsidRDefault="00C332A1" w:rsidP="00EC117B">
            <w:pPr>
              <w:jc w:val="both"/>
            </w:pPr>
            <w:r w:rsidRPr="00B07E3F">
              <w:rPr>
                <w:sz w:val="22"/>
                <w:szCs w:val="22"/>
              </w:rPr>
              <w:t>10) досрочного прекращения полномочий Райо</w:t>
            </w:r>
            <w:r w:rsidRPr="00B07E3F">
              <w:rPr>
                <w:sz w:val="22"/>
                <w:szCs w:val="22"/>
              </w:rPr>
              <w:t>н</w:t>
            </w:r>
            <w:r w:rsidRPr="00B07E3F">
              <w:rPr>
                <w:sz w:val="22"/>
                <w:szCs w:val="22"/>
              </w:rPr>
              <w:t>ного Совета депутатов.</w:t>
            </w:r>
          </w:p>
          <w:p w:rsidR="00C332A1" w:rsidRPr="00B07E3F" w:rsidRDefault="00C332A1" w:rsidP="006C1056">
            <w:pPr>
              <w:jc w:val="both"/>
            </w:pPr>
          </w:p>
        </w:tc>
        <w:tc>
          <w:tcPr>
            <w:tcW w:w="4527" w:type="dxa"/>
          </w:tcPr>
          <w:p w:rsidR="00C332A1" w:rsidRPr="00B07E3F" w:rsidRDefault="00C332A1" w:rsidP="006C1056">
            <w:pPr>
              <w:jc w:val="both"/>
            </w:pPr>
            <w:r w:rsidRPr="00B07E3F">
              <w:rPr>
                <w:sz w:val="22"/>
                <w:szCs w:val="22"/>
              </w:rPr>
              <w:t xml:space="preserve"> Признать  утратившим силу</w:t>
            </w:r>
          </w:p>
          <w:p w:rsidR="00C332A1" w:rsidRPr="00B07E3F" w:rsidRDefault="00C332A1" w:rsidP="006C1056">
            <w:pPr>
              <w:jc w:val="both"/>
            </w:pPr>
          </w:p>
          <w:p w:rsidR="00C332A1" w:rsidRPr="00B07E3F" w:rsidRDefault="00C332A1" w:rsidP="006C1056">
            <w:pPr>
              <w:jc w:val="both"/>
            </w:pPr>
          </w:p>
          <w:p w:rsidR="00C332A1" w:rsidRPr="00B07E3F" w:rsidRDefault="00C332A1" w:rsidP="006C1056">
            <w:pPr>
              <w:jc w:val="both"/>
            </w:pPr>
          </w:p>
          <w:p w:rsidR="00C332A1" w:rsidRPr="00B07E3F" w:rsidRDefault="00C332A1" w:rsidP="006C1056">
            <w:pPr>
              <w:jc w:val="center"/>
              <w:rPr>
                <w:b/>
              </w:rPr>
            </w:pPr>
          </w:p>
        </w:tc>
        <w:tc>
          <w:tcPr>
            <w:tcW w:w="1262" w:type="dxa"/>
            <w:vMerge w:val="restart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</w:p>
        </w:tc>
      </w:tr>
      <w:tr w:rsidR="00C332A1" w:rsidRPr="00B07E3F" w:rsidTr="000D5B5A">
        <w:trPr>
          <w:trHeight w:val="615"/>
        </w:trPr>
        <w:tc>
          <w:tcPr>
            <w:tcW w:w="540" w:type="dxa"/>
            <w:vMerge/>
          </w:tcPr>
          <w:p w:rsidR="00C332A1" w:rsidRPr="00B07E3F" w:rsidRDefault="00C332A1" w:rsidP="006C1056"/>
        </w:tc>
        <w:tc>
          <w:tcPr>
            <w:tcW w:w="2592" w:type="dxa"/>
            <w:vMerge/>
          </w:tcPr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977" w:type="dxa"/>
          </w:tcPr>
          <w:p w:rsidR="00C332A1" w:rsidRPr="005D020B" w:rsidRDefault="00C332A1" w:rsidP="000D5B5A">
            <w:pPr>
              <w:jc w:val="both"/>
              <w:rPr>
                <w:b/>
                <w:i/>
                <w:sz w:val="28"/>
                <w:szCs w:val="28"/>
              </w:rPr>
            </w:pPr>
            <w:r w:rsidRPr="005D020B">
              <w:rPr>
                <w:b/>
                <w:i/>
                <w:sz w:val="28"/>
                <w:szCs w:val="28"/>
              </w:rPr>
              <w:t>Абзац пятый части 8 (сл</w:t>
            </w:r>
            <w:r w:rsidRPr="005D020B">
              <w:rPr>
                <w:b/>
                <w:i/>
                <w:sz w:val="28"/>
                <w:szCs w:val="28"/>
              </w:rPr>
              <w:t>у</w:t>
            </w:r>
            <w:r w:rsidRPr="005D020B">
              <w:rPr>
                <w:b/>
                <w:i/>
                <w:sz w:val="28"/>
                <w:szCs w:val="28"/>
              </w:rPr>
              <w:t>чаи досрочного прекращения полн</w:t>
            </w:r>
            <w:r w:rsidRPr="005D020B">
              <w:rPr>
                <w:b/>
                <w:i/>
                <w:sz w:val="28"/>
                <w:szCs w:val="28"/>
              </w:rPr>
              <w:t>о</w:t>
            </w:r>
            <w:r w:rsidRPr="005D020B">
              <w:rPr>
                <w:b/>
                <w:i/>
                <w:sz w:val="28"/>
                <w:szCs w:val="28"/>
              </w:rPr>
              <w:t xml:space="preserve">мочий Главы МО) </w:t>
            </w:r>
          </w:p>
          <w:p w:rsidR="00C332A1" w:rsidRPr="005D020B" w:rsidRDefault="00C332A1" w:rsidP="00EE30F8">
            <w:pPr>
              <w:jc w:val="both"/>
              <w:rPr>
                <w:b/>
                <w:i/>
                <w:sz w:val="28"/>
                <w:szCs w:val="28"/>
              </w:rPr>
            </w:pPr>
            <w:r w:rsidRPr="005D020B">
              <w:rPr>
                <w:b/>
                <w:i/>
                <w:sz w:val="28"/>
                <w:szCs w:val="28"/>
              </w:rPr>
              <w:t xml:space="preserve"> </w:t>
            </w:r>
          </w:p>
          <w:p w:rsidR="00C332A1" w:rsidRPr="005D020B" w:rsidRDefault="00C332A1" w:rsidP="00EC117B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C332A1" w:rsidRPr="005D020B" w:rsidRDefault="00C332A1" w:rsidP="00EE30F8">
            <w:pPr>
              <w:jc w:val="both"/>
              <w:rPr>
                <w:b/>
                <w:i/>
                <w:sz w:val="28"/>
                <w:szCs w:val="28"/>
              </w:rPr>
            </w:pPr>
            <w:r w:rsidRPr="005D020B">
              <w:rPr>
                <w:b/>
                <w:i/>
                <w:sz w:val="28"/>
                <w:szCs w:val="28"/>
              </w:rPr>
              <w:t xml:space="preserve"> Полномочия Главы муниципального образов</w:t>
            </w:r>
            <w:r w:rsidRPr="005D020B">
              <w:rPr>
                <w:b/>
                <w:i/>
                <w:sz w:val="28"/>
                <w:szCs w:val="28"/>
              </w:rPr>
              <w:t>а</w:t>
            </w:r>
            <w:r w:rsidRPr="005D020B">
              <w:rPr>
                <w:b/>
                <w:i/>
                <w:sz w:val="28"/>
                <w:szCs w:val="28"/>
              </w:rPr>
              <w:t>ния</w:t>
            </w:r>
          </w:p>
          <w:p w:rsidR="00C332A1" w:rsidRPr="005D020B" w:rsidRDefault="00C332A1" w:rsidP="00EE30F8">
            <w:pPr>
              <w:jc w:val="both"/>
              <w:rPr>
                <w:b/>
                <w:i/>
                <w:sz w:val="28"/>
                <w:szCs w:val="28"/>
              </w:rPr>
            </w:pPr>
            <w:r w:rsidRPr="005D020B">
              <w:rPr>
                <w:b/>
                <w:i/>
                <w:sz w:val="28"/>
                <w:szCs w:val="28"/>
              </w:rPr>
              <w:t>прекращаются  досрочно по основ</w:t>
            </w:r>
            <w:r w:rsidRPr="005D020B">
              <w:rPr>
                <w:b/>
                <w:i/>
                <w:sz w:val="28"/>
                <w:szCs w:val="28"/>
              </w:rPr>
              <w:t>а</w:t>
            </w:r>
            <w:r w:rsidRPr="005D020B">
              <w:rPr>
                <w:b/>
                <w:i/>
                <w:sz w:val="28"/>
                <w:szCs w:val="28"/>
              </w:rPr>
              <w:t>нию, пред</w:t>
            </w:r>
            <w:r w:rsidRPr="005D020B">
              <w:rPr>
                <w:b/>
                <w:i/>
                <w:sz w:val="28"/>
                <w:szCs w:val="28"/>
              </w:rPr>
              <w:t>у</w:t>
            </w:r>
            <w:r w:rsidRPr="005D020B">
              <w:rPr>
                <w:b/>
                <w:i/>
                <w:sz w:val="28"/>
                <w:szCs w:val="28"/>
              </w:rPr>
              <w:t>смотренному пунктом 10 части 7 настоящей статьи,   с м</w:t>
            </w:r>
            <w:r w:rsidRPr="005D020B">
              <w:rPr>
                <w:b/>
                <w:i/>
                <w:sz w:val="28"/>
                <w:szCs w:val="28"/>
              </w:rPr>
              <w:t>о</w:t>
            </w:r>
            <w:r w:rsidRPr="005D020B">
              <w:rPr>
                <w:b/>
                <w:i/>
                <w:sz w:val="28"/>
                <w:szCs w:val="28"/>
              </w:rPr>
              <w:t>мента досрочного прекращения по</w:t>
            </w:r>
            <w:r w:rsidRPr="005D020B">
              <w:rPr>
                <w:b/>
                <w:i/>
                <w:sz w:val="28"/>
                <w:szCs w:val="28"/>
              </w:rPr>
              <w:t>л</w:t>
            </w:r>
            <w:r w:rsidRPr="005D020B">
              <w:rPr>
                <w:b/>
                <w:i/>
                <w:sz w:val="28"/>
                <w:szCs w:val="28"/>
              </w:rPr>
              <w:t>номочий Районного Совета депут</w:t>
            </w:r>
            <w:r w:rsidRPr="005D020B">
              <w:rPr>
                <w:b/>
                <w:i/>
                <w:sz w:val="28"/>
                <w:szCs w:val="28"/>
              </w:rPr>
              <w:t>а</w:t>
            </w:r>
            <w:r w:rsidRPr="005D020B">
              <w:rPr>
                <w:b/>
                <w:i/>
                <w:sz w:val="28"/>
                <w:szCs w:val="28"/>
              </w:rPr>
              <w:t>тов.</w:t>
            </w:r>
          </w:p>
          <w:p w:rsidR="00C332A1" w:rsidRPr="005D020B" w:rsidRDefault="00C332A1" w:rsidP="006C1056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527" w:type="dxa"/>
          </w:tcPr>
          <w:p w:rsidR="00C332A1" w:rsidRPr="005D020B" w:rsidRDefault="00C332A1" w:rsidP="006C1056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C332A1" w:rsidRPr="005D020B" w:rsidRDefault="00C332A1" w:rsidP="00EE30F8">
            <w:pPr>
              <w:jc w:val="both"/>
              <w:rPr>
                <w:b/>
                <w:i/>
                <w:sz w:val="28"/>
                <w:szCs w:val="28"/>
              </w:rPr>
            </w:pPr>
            <w:r w:rsidRPr="005D020B">
              <w:rPr>
                <w:b/>
                <w:i/>
                <w:sz w:val="28"/>
                <w:szCs w:val="28"/>
              </w:rPr>
              <w:t>Признать  утратившим силу</w:t>
            </w:r>
          </w:p>
          <w:p w:rsidR="00C332A1" w:rsidRPr="005D020B" w:rsidRDefault="00C332A1" w:rsidP="00EE30F8">
            <w:pPr>
              <w:rPr>
                <w:b/>
                <w:i/>
                <w:sz w:val="28"/>
                <w:szCs w:val="28"/>
              </w:rPr>
            </w:pPr>
          </w:p>
          <w:p w:rsidR="00C332A1" w:rsidRPr="005D020B" w:rsidRDefault="00C332A1" w:rsidP="00EE30F8">
            <w:pPr>
              <w:rPr>
                <w:b/>
                <w:i/>
                <w:sz w:val="28"/>
                <w:szCs w:val="28"/>
              </w:rPr>
            </w:pPr>
            <w:r w:rsidRPr="005D020B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62" w:type="dxa"/>
            <w:vMerge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</w:p>
        </w:tc>
      </w:tr>
      <w:tr w:rsidR="00C332A1" w:rsidRPr="00B07E3F" w:rsidTr="000D5B5A"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6</w:t>
            </w:r>
          </w:p>
        </w:tc>
        <w:tc>
          <w:tcPr>
            <w:tcW w:w="2592" w:type="dxa"/>
          </w:tcPr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 xml:space="preserve"> Статья 30 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07E3F">
              <w:rPr>
                <w:b/>
                <w:sz w:val="22"/>
                <w:szCs w:val="22"/>
              </w:rPr>
              <w:t>Полномочия Главы муниципального обр</w:t>
            </w:r>
            <w:r w:rsidRPr="00B07E3F">
              <w:rPr>
                <w:b/>
                <w:sz w:val="22"/>
                <w:szCs w:val="22"/>
              </w:rPr>
              <w:t>а</w:t>
            </w:r>
            <w:r w:rsidRPr="00B07E3F">
              <w:rPr>
                <w:b/>
                <w:sz w:val="22"/>
                <w:szCs w:val="22"/>
              </w:rPr>
              <w:t>зования - высшего должностного лица муниципального ра</w:t>
            </w:r>
            <w:r w:rsidRPr="00B07E3F">
              <w:rPr>
                <w:b/>
                <w:sz w:val="22"/>
                <w:szCs w:val="22"/>
              </w:rPr>
              <w:t>й</w:t>
            </w:r>
            <w:r w:rsidRPr="00B07E3F">
              <w:rPr>
                <w:b/>
                <w:sz w:val="22"/>
                <w:szCs w:val="22"/>
              </w:rPr>
              <w:t>она</w:t>
            </w:r>
          </w:p>
        </w:tc>
        <w:tc>
          <w:tcPr>
            <w:tcW w:w="2977" w:type="dxa"/>
          </w:tcPr>
          <w:p w:rsidR="00C332A1" w:rsidRPr="00B07E3F" w:rsidRDefault="00C332A1" w:rsidP="00A40244">
            <w:pPr>
              <w:jc w:val="both"/>
            </w:pPr>
            <w:r w:rsidRPr="00B07E3F">
              <w:rPr>
                <w:sz w:val="22"/>
                <w:szCs w:val="22"/>
              </w:rPr>
              <w:t xml:space="preserve"> Часть 1 дополнить пунктом 2.1 </w:t>
            </w:r>
          </w:p>
          <w:p w:rsidR="00C332A1" w:rsidRPr="00B07E3F" w:rsidRDefault="00C332A1" w:rsidP="006C1056">
            <w:pPr>
              <w:ind w:firstLine="720"/>
              <w:jc w:val="both"/>
            </w:pPr>
          </w:p>
        </w:tc>
        <w:tc>
          <w:tcPr>
            <w:tcW w:w="4961" w:type="dxa"/>
          </w:tcPr>
          <w:p w:rsidR="00C332A1" w:rsidRPr="00B07E3F" w:rsidRDefault="00C332A1" w:rsidP="006C1056">
            <w:pPr>
              <w:autoSpaceDE w:val="0"/>
              <w:autoSpaceDN w:val="0"/>
              <w:adjustRightInd w:val="0"/>
              <w:ind w:firstLine="720"/>
              <w:jc w:val="both"/>
              <w:outlineLvl w:val="1"/>
            </w:pPr>
            <w:r w:rsidRPr="00B07E3F">
              <w:rPr>
                <w:sz w:val="22"/>
                <w:szCs w:val="22"/>
              </w:rPr>
              <w:t xml:space="preserve"> </w:t>
            </w:r>
          </w:p>
          <w:p w:rsidR="00C332A1" w:rsidRPr="00B07E3F" w:rsidRDefault="00C332A1" w:rsidP="006C1056">
            <w:pPr>
              <w:jc w:val="both"/>
              <w:rPr>
                <w:bCs/>
              </w:rPr>
            </w:pPr>
          </w:p>
        </w:tc>
        <w:tc>
          <w:tcPr>
            <w:tcW w:w="4527" w:type="dxa"/>
          </w:tcPr>
          <w:p w:rsidR="00C332A1" w:rsidRPr="00B07E3F" w:rsidRDefault="00C332A1" w:rsidP="002F788A">
            <w:pPr>
              <w:jc w:val="both"/>
            </w:pPr>
            <w:r w:rsidRPr="00B07E3F">
              <w:rPr>
                <w:bCs/>
                <w:sz w:val="22"/>
                <w:szCs w:val="22"/>
              </w:rPr>
              <w:t>2.1) издает  постановления и распоряжения</w:t>
            </w:r>
          </w:p>
        </w:tc>
        <w:tc>
          <w:tcPr>
            <w:tcW w:w="1262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</w:p>
        </w:tc>
      </w:tr>
      <w:tr w:rsidR="00C332A1" w:rsidRPr="00B07E3F" w:rsidTr="000D5B5A"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7</w:t>
            </w:r>
          </w:p>
        </w:tc>
        <w:tc>
          <w:tcPr>
            <w:tcW w:w="2592" w:type="dxa"/>
          </w:tcPr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B07E3F">
              <w:rPr>
                <w:b/>
                <w:sz w:val="22"/>
                <w:szCs w:val="22"/>
              </w:rPr>
              <w:t xml:space="preserve"> Статья 33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  <w:outlineLvl w:val="1"/>
            </w:pPr>
            <w:r w:rsidRPr="00B07E3F">
              <w:rPr>
                <w:b/>
                <w:sz w:val="22"/>
                <w:szCs w:val="22"/>
              </w:rPr>
              <w:t>Полномочия главы Администрации ра</w:t>
            </w:r>
            <w:r w:rsidRPr="00B07E3F">
              <w:rPr>
                <w:b/>
                <w:sz w:val="22"/>
                <w:szCs w:val="22"/>
              </w:rPr>
              <w:t>й</w:t>
            </w:r>
            <w:r w:rsidRPr="00B07E3F">
              <w:rPr>
                <w:b/>
                <w:sz w:val="22"/>
                <w:szCs w:val="22"/>
              </w:rPr>
              <w:t>она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977" w:type="dxa"/>
          </w:tcPr>
          <w:p w:rsidR="00C332A1" w:rsidRPr="00B07E3F" w:rsidRDefault="00C332A1" w:rsidP="006C1056">
            <w:pPr>
              <w:jc w:val="both"/>
            </w:pPr>
            <w:r w:rsidRPr="00B07E3F">
              <w:rPr>
                <w:sz w:val="22"/>
                <w:szCs w:val="22"/>
              </w:rPr>
              <w:t xml:space="preserve"> Пункт 14  после слов «пре</w:t>
            </w:r>
            <w:r w:rsidRPr="00B07E3F">
              <w:rPr>
                <w:sz w:val="22"/>
                <w:szCs w:val="22"/>
              </w:rPr>
              <w:t>д</w:t>
            </w:r>
            <w:r w:rsidRPr="00B07E3F">
              <w:rPr>
                <w:sz w:val="22"/>
                <w:szCs w:val="22"/>
              </w:rPr>
              <w:t>приятиями и учреждениями» дополнить словами « , и р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боты, выполняемые муниц</w:t>
            </w:r>
            <w:r w:rsidRPr="00B07E3F">
              <w:rPr>
                <w:sz w:val="22"/>
                <w:szCs w:val="22"/>
              </w:rPr>
              <w:t>и</w:t>
            </w:r>
            <w:r w:rsidRPr="00B07E3F">
              <w:rPr>
                <w:sz w:val="22"/>
                <w:szCs w:val="22"/>
              </w:rPr>
              <w:t>пальными  предприятиями и учреждениями»</w:t>
            </w:r>
          </w:p>
          <w:p w:rsidR="00C332A1" w:rsidRPr="00B07E3F" w:rsidRDefault="00C332A1" w:rsidP="006C1056">
            <w:pPr>
              <w:ind w:firstLine="720"/>
              <w:jc w:val="both"/>
            </w:pPr>
          </w:p>
        </w:tc>
        <w:tc>
          <w:tcPr>
            <w:tcW w:w="4961" w:type="dxa"/>
          </w:tcPr>
          <w:p w:rsidR="00C332A1" w:rsidRPr="00B07E3F" w:rsidRDefault="00C332A1" w:rsidP="006C1056">
            <w:pPr>
              <w:jc w:val="both"/>
            </w:pPr>
            <w:r w:rsidRPr="00B07E3F">
              <w:rPr>
                <w:sz w:val="22"/>
                <w:szCs w:val="22"/>
              </w:rPr>
              <w:t>14) в порядке, предусмотренном настоящим У</w:t>
            </w:r>
            <w:r w:rsidRPr="00B07E3F">
              <w:rPr>
                <w:sz w:val="22"/>
                <w:szCs w:val="22"/>
              </w:rPr>
              <w:t>с</w:t>
            </w:r>
            <w:r w:rsidRPr="00B07E3F">
              <w:rPr>
                <w:sz w:val="22"/>
                <w:szCs w:val="22"/>
              </w:rPr>
              <w:t>тавом, представляет на рассмотрение Районного Совета депутатов проекты решений Районного Совета депутатов о регулировании   тарифов на подключение к системе коммунальной инфр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требителей (за исключением тарифов и надбавок в сфере электроснабжения), проектов решений Районного Совета депутатов об установлении т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рифов на услуги, предоставляемые муниципал</w:t>
            </w:r>
            <w:r w:rsidRPr="00B07E3F">
              <w:rPr>
                <w:sz w:val="22"/>
                <w:szCs w:val="22"/>
              </w:rPr>
              <w:t>ь</w:t>
            </w:r>
            <w:r w:rsidRPr="00B07E3F">
              <w:rPr>
                <w:sz w:val="22"/>
                <w:szCs w:val="22"/>
              </w:rPr>
              <w:t xml:space="preserve">ными предприятиями и учреждениями; </w:t>
            </w:r>
          </w:p>
          <w:p w:rsidR="00C332A1" w:rsidRPr="00B07E3F" w:rsidRDefault="00C332A1" w:rsidP="006C1056">
            <w:pPr>
              <w:jc w:val="both"/>
              <w:rPr>
                <w:b/>
              </w:rPr>
            </w:pPr>
          </w:p>
        </w:tc>
        <w:tc>
          <w:tcPr>
            <w:tcW w:w="4527" w:type="dxa"/>
          </w:tcPr>
          <w:p w:rsidR="00C332A1" w:rsidRPr="00B07E3F" w:rsidRDefault="00C332A1" w:rsidP="006C1056">
            <w:pPr>
              <w:jc w:val="both"/>
            </w:pPr>
            <w:r w:rsidRPr="00B07E3F">
              <w:rPr>
                <w:sz w:val="22"/>
                <w:szCs w:val="22"/>
              </w:rPr>
              <w:t xml:space="preserve"> 14) в порядке, предусмотренном настоящим Уставом, представляет на рассмотрение Ра</w:t>
            </w:r>
            <w:r w:rsidRPr="00B07E3F">
              <w:rPr>
                <w:sz w:val="22"/>
                <w:szCs w:val="22"/>
              </w:rPr>
              <w:t>й</w:t>
            </w:r>
            <w:r w:rsidRPr="00B07E3F">
              <w:rPr>
                <w:sz w:val="22"/>
                <w:szCs w:val="22"/>
              </w:rPr>
              <w:t>онного Совета депутатов проекты решений Районного Совета депутатов о регулиров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нии   тарифов на подключение к системе коммунальной инфраструктуры, тарифов о</w:t>
            </w:r>
            <w:r w:rsidRPr="00B07E3F">
              <w:rPr>
                <w:sz w:val="22"/>
                <w:szCs w:val="22"/>
              </w:rPr>
              <w:t>р</w:t>
            </w:r>
            <w:r w:rsidRPr="00B07E3F">
              <w:rPr>
                <w:sz w:val="22"/>
                <w:szCs w:val="22"/>
              </w:rPr>
              <w:t>ганизаций коммунального комплекса на по</w:t>
            </w:r>
            <w:r w:rsidRPr="00B07E3F">
              <w:rPr>
                <w:sz w:val="22"/>
                <w:szCs w:val="22"/>
              </w:rPr>
              <w:t>д</w:t>
            </w:r>
            <w:r w:rsidRPr="00B07E3F">
              <w:rPr>
                <w:sz w:val="22"/>
                <w:szCs w:val="22"/>
              </w:rPr>
              <w:t>ключение, надбавок к тарифам на товары и услуги организаций коммунального ко</w:t>
            </w:r>
            <w:r w:rsidRPr="00B07E3F">
              <w:rPr>
                <w:sz w:val="22"/>
                <w:szCs w:val="22"/>
              </w:rPr>
              <w:t>м</w:t>
            </w:r>
            <w:r w:rsidRPr="00B07E3F">
              <w:rPr>
                <w:sz w:val="22"/>
                <w:szCs w:val="22"/>
              </w:rPr>
              <w:t>плекса, надбавок к ценам (тарифам) для п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требителей (за исключением тарифов и на</w:t>
            </w:r>
            <w:r w:rsidRPr="00B07E3F">
              <w:rPr>
                <w:sz w:val="22"/>
                <w:szCs w:val="22"/>
              </w:rPr>
              <w:t>д</w:t>
            </w:r>
            <w:r w:rsidRPr="00B07E3F">
              <w:rPr>
                <w:sz w:val="22"/>
                <w:szCs w:val="22"/>
              </w:rPr>
              <w:t>бавок в сфере электроснабжения), проектов решений Районного Совета депутатов об у</w:t>
            </w:r>
            <w:r w:rsidRPr="00B07E3F">
              <w:rPr>
                <w:sz w:val="22"/>
                <w:szCs w:val="22"/>
              </w:rPr>
              <w:t>с</w:t>
            </w:r>
            <w:r w:rsidRPr="00B07E3F">
              <w:rPr>
                <w:sz w:val="22"/>
                <w:szCs w:val="22"/>
              </w:rPr>
              <w:t>тановлении тарифов на услуги, предоста</w:t>
            </w:r>
            <w:r w:rsidRPr="00B07E3F">
              <w:rPr>
                <w:sz w:val="22"/>
                <w:szCs w:val="22"/>
              </w:rPr>
              <w:t>в</w:t>
            </w:r>
            <w:r w:rsidRPr="00B07E3F">
              <w:rPr>
                <w:sz w:val="22"/>
                <w:szCs w:val="22"/>
              </w:rPr>
              <w:t xml:space="preserve">ляемые муниципальными предприятиями и учреждениями, </w:t>
            </w:r>
            <w:r w:rsidRPr="00B07E3F">
              <w:rPr>
                <w:b/>
                <w:sz w:val="22"/>
                <w:szCs w:val="22"/>
              </w:rPr>
              <w:t>и работы, выполняемые муниципальными  предприятиями и у</w:t>
            </w:r>
            <w:r w:rsidRPr="00B07E3F">
              <w:rPr>
                <w:b/>
                <w:sz w:val="22"/>
                <w:szCs w:val="22"/>
              </w:rPr>
              <w:t>ч</w:t>
            </w:r>
            <w:r w:rsidRPr="00B07E3F">
              <w:rPr>
                <w:b/>
                <w:sz w:val="22"/>
                <w:szCs w:val="22"/>
              </w:rPr>
              <w:t>реждениями;</w:t>
            </w:r>
          </w:p>
        </w:tc>
        <w:tc>
          <w:tcPr>
            <w:tcW w:w="1262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</w:p>
        </w:tc>
      </w:tr>
      <w:tr w:rsidR="00C332A1" w:rsidRPr="00B07E3F" w:rsidTr="000D5B5A"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8</w:t>
            </w:r>
          </w:p>
        </w:tc>
        <w:tc>
          <w:tcPr>
            <w:tcW w:w="2592" w:type="dxa"/>
          </w:tcPr>
          <w:p w:rsidR="00C332A1" w:rsidRPr="00B07E3F" w:rsidRDefault="00C332A1" w:rsidP="006C1056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Статья 38</w:t>
            </w:r>
          </w:p>
          <w:p w:rsidR="00C332A1" w:rsidRPr="00B07E3F" w:rsidRDefault="00C332A1" w:rsidP="006C1056">
            <w:pPr>
              <w:pStyle w:val="PlainTex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Виды муниципальных правовых актов</w:t>
            </w:r>
          </w:p>
          <w:p w:rsidR="00C332A1" w:rsidRPr="00B07E3F" w:rsidRDefault="00C332A1" w:rsidP="006C1056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C332A1" w:rsidRPr="00B07E3F" w:rsidRDefault="00C332A1" w:rsidP="006C1056">
            <w:pPr>
              <w:jc w:val="both"/>
            </w:pPr>
            <w:r w:rsidRPr="00B07E3F">
              <w:rPr>
                <w:sz w:val="22"/>
                <w:szCs w:val="22"/>
              </w:rPr>
              <w:t xml:space="preserve"> Часть 4 дополнить  словами «,  а также постановления и распоряжения  по иным в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просам, отнесенным к его компетенции настоящим У</w:t>
            </w:r>
            <w:r w:rsidRPr="00B07E3F">
              <w:rPr>
                <w:sz w:val="22"/>
                <w:szCs w:val="22"/>
              </w:rPr>
              <w:t>с</w:t>
            </w:r>
            <w:r w:rsidRPr="00B07E3F">
              <w:rPr>
                <w:sz w:val="22"/>
                <w:szCs w:val="22"/>
              </w:rPr>
              <w:t>тавом в соответствии с н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стоящим Федеральным з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коном, другими федерал</w:t>
            </w:r>
            <w:r w:rsidRPr="00B07E3F">
              <w:rPr>
                <w:sz w:val="22"/>
                <w:szCs w:val="22"/>
              </w:rPr>
              <w:t>ь</w:t>
            </w:r>
            <w:r w:rsidRPr="00B07E3F">
              <w:rPr>
                <w:sz w:val="22"/>
                <w:szCs w:val="22"/>
              </w:rPr>
              <w:t>ными законами.»</w:t>
            </w:r>
          </w:p>
          <w:p w:rsidR="00C332A1" w:rsidRPr="00B07E3F" w:rsidRDefault="00C332A1" w:rsidP="006C1056">
            <w:pPr>
              <w:jc w:val="both"/>
            </w:pPr>
          </w:p>
        </w:tc>
        <w:tc>
          <w:tcPr>
            <w:tcW w:w="4961" w:type="dxa"/>
          </w:tcPr>
          <w:p w:rsidR="00C332A1" w:rsidRPr="00B07E3F" w:rsidRDefault="00C332A1" w:rsidP="002F788A">
            <w:pPr>
              <w:jc w:val="both"/>
            </w:pPr>
            <w:r w:rsidRPr="00B07E3F">
              <w:rPr>
                <w:sz w:val="22"/>
                <w:szCs w:val="22"/>
              </w:rPr>
              <w:t xml:space="preserve"> 4. Глава муниципального образования в пределах своих полномочий, установленных настоящим Уставом и решениями Районного Совета депут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тов, издает постановления и распоряжения по в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просам организации деятельности Районного С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вета депутатов.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</w:p>
          <w:p w:rsidR="00C332A1" w:rsidRPr="00B07E3F" w:rsidRDefault="00C332A1" w:rsidP="006C1056">
            <w:pPr>
              <w:jc w:val="both"/>
              <w:rPr>
                <w:b/>
              </w:rPr>
            </w:pPr>
          </w:p>
        </w:tc>
        <w:tc>
          <w:tcPr>
            <w:tcW w:w="4527" w:type="dxa"/>
          </w:tcPr>
          <w:p w:rsidR="00C332A1" w:rsidRPr="00B07E3F" w:rsidRDefault="00C332A1" w:rsidP="002F788A">
            <w:pPr>
              <w:jc w:val="both"/>
              <w:rPr>
                <w:b/>
              </w:rPr>
            </w:pPr>
            <w:r w:rsidRPr="00B07E3F">
              <w:rPr>
                <w:sz w:val="22"/>
                <w:szCs w:val="22"/>
              </w:rPr>
              <w:t xml:space="preserve"> 4. Глава муниципального образования в пр</w:t>
            </w:r>
            <w:r w:rsidRPr="00B07E3F">
              <w:rPr>
                <w:sz w:val="22"/>
                <w:szCs w:val="22"/>
              </w:rPr>
              <w:t>е</w:t>
            </w:r>
            <w:r w:rsidRPr="00B07E3F">
              <w:rPr>
                <w:sz w:val="22"/>
                <w:szCs w:val="22"/>
              </w:rPr>
              <w:t>делах своих полномочий, установленных н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стоящим Уставом и решениями Районного Совета депутатов, издает постановления и распоряжения по вопросам организации де</w:t>
            </w:r>
            <w:r w:rsidRPr="00B07E3F">
              <w:rPr>
                <w:sz w:val="22"/>
                <w:szCs w:val="22"/>
              </w:rPr>
              <w:t>я</w:t>
            </w:r>
            <w:r w:rsidRPr="00B07E3F">
              <w:rPr>
                <w:sz w:val="22"/>
                <w:szCs w:val="22"/>
              </w:rPr>
              <w:t xml:space="preserve">тельности Районного Совета депутатов, </w:t>
            </w:r>
            <w:r w:rsidRPr="00B07E3F">
              <w:rPr>
                <w:b/>
                <w:sz w:val="22"/>
                <w:szCs w:val="22"/>
              </w:rPr>
              <w:t>а также постановления и распоряжения  по иным вопросам, отнесенным к его комп</w:t>
            </w:r>
            <w:r w:rsidRPr="00B07E3F">
              <w:rPr>
                <w:b/>
                <w:sz w:val="22"/>
                <w:szCs w:val="22"/>
              </w:rPr>
              <w:t>е</w:t>
            </w:r>
            <w:r w:rsidRPr="00B07E3F">
              <w:rPr>
                <w:b/>
                <w:sz w:val="22"/>
                <w:szCs w:val="22"/>
              </w:rPr>
              <w:t>тенции настоящим Уставом в соответс</w:t>
            </w:r>
            <w:r w:rsidRPr="00B07E3F">
              <w:rPr>
                <w:b/>
                <w:sz w:val="22"/>
                <w:szCs w:val="22"/>
              </w:rPr>
              <w:t>т</w:t>
            </w:r>
            <w:r w:rsidRPr="00B07E3F">
              <w:rPr>
                <w:b/>
                <w:sz w:val="22"/>
                <w:szCs w:val="22"/>
              </w:rPr>
              <w:t>вии с настоящим Федеральным законом, другими федеральными законами.»</w:t>
            </w:r>
          </w:p>
          <w:p w:rsidR="00C332A1" w:rsidRPr="00B07E3F" w:rsidRDefault="00C332A1" w:rsidP="006C1056">
            <w:pPr>
              <w:jc w:val="both"/>
              <w:rPr>
                <w:b/>
              </w:rPr>
            </w:pPr>
          </w:p>
          <w:p w:rsidR="00C332A1" w:rsidRPr="00B07E3F" w:rsidRDefault="00C332A1" w:rsidP="006C1056">
            <w:pPr>
              <w:pStyle w:val="PlainTex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nil"/>
            </w:tcBorders>
          </w:tcPr>
          <w:p w:rsidR="00C332A1" w:rsidRPr="00B07E3F" w:rsidRDefault="00C332A1" w:rsidP="006C1056">
            <w:pPr>
              <w:jc w:val="center"/>
              <w:rPr>
                <w:b/>
              </w:rPr>
            </w:pPr>
          </w:p>
        </w:tc>
      </w:tr>
      <w:tr w:rsidR="00C332A1" w:rsidRPr="00B07E3F" w:rsidTr="00F35CAA">
        <w:trPr>
          <w:trHeight w:val="889"/>
        </w:trPr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9</w:t>
            </w:r>
          </w:p>
        </w:tc>
        <w:tc>
          <w:tcPr>
            <w:tcW w:w="2592" w:type="dxa"/>
          </w:tcPr>
          <w:p w:rsidR="00C332A1" w:rsidRPr="00B07E3F" w:rsidRDefault="00C332A1" w:rsidP="006C1056">
            <w:pPr>
              <w:pStyle w:val="PlainText"/>
              <w:ind w:firstLine="7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Статья 39</w:t>
            </w:r>
          </w:p>
          <w:p w:rsidR="00C332A1" w:rsidRPr="00B07E3F" w:rsidRDefault="00C332A1" w:rsidP="002F788A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Право правотворч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ской инициативы </w:t>
            </w:r>
          </w:p>
          <w:p w:rsidR="00C332A1" w:rsidRPr="00B07E3F" w:rsidRDefault="00C332A1" w:rsidP="006C1056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C332A1" w:rsidRPr="00B07E3F" w:rsidRDefault="00C332A1" w:rsidP="006C1056">
            <w:pPr>
              <w:jc w:val="both"/>
              <w:rPr>
                <w:rFonts w:eastAsia="MS Mincho"/>
              </w:rPr>
            </w:pPr>
            <w:r w:rsidRPr="00B07E3F">
              <w:rPr>
                <w:rFonts w:eastAsia="MS Mincho"/>
                <w:sz w:val="22"/>
                <w:szCs w:val="22"/>
              </w:rPr>
              <w:t>Часть 1 дополнить словами</w:t>
            </w:r>
          </w:p>
          <w:p w:rsidR="00C332A1" w:rsidRPr="00B07E3F" w:rsidRDefault="00C332A1" w:rsidP="006C1056">
            <w:pPr>
              <w:jc w:val="both"/>
              <w:rPr>
                <w:rFonts w:eastAsia="MS Mincho"/>
              </w:rPr>
            </w:pPr>
            <w:r w:rsidRPr="00B07E3F">
              <w:rPr>
                <w:rFonts w:eastAsia="MS Mincho"/>
                <w:sz w:val="22"/>
                <w:szCs w:val="22"/>
              </w:rPr>
              <w:t xml:space="preserve"> «, а также Глазовским ме</w:t>
            </w:r>
            <w:r w:rsidRPr="00B07E3F">
              <w:rPr>
                <w:rFonts w:eastAsia="MS Mincho"/>
                <w:sz w:val="22"/>
                <w:szCs w:val="22"/>
              </w:rPr>
              <w:t>ж</w:t>
            </w:r>
            <w:r w:rsidRPr="00B07E3F">
              <w:rPr>
                <w:rFonts w:eastAsia="MS Mincho"/>
                <w:sz w:val="22"/>
                <w:szCs w:val="22"/>
              </w:rPr>
              <w:t xml:space="preserve">районным прокурором» </w:t>
            </w:r>
          </w:p>
        </w:tc>
        <w:tc>
          <w:tcPr>
            <w:tcW w:w="4961" w:type="dxa"/>
          </w:tcPr>
          <w:p w:rsidR="00C332A1" w:rsidRPr="00B07E3F" w:rsidRDefault="00C332A1" w:rsidP="000D5B5A">
            <w:pPr>
              <w:jc w:val="both"/>
            </w:pPr>
            <w:r w:rsidRPr="00B07E3F">
              <w:rPr>
                <w:sz w:val="22"/>
                <w:szCs w:val="22"/>
              </w:rPr>
              <w:t>1. Проекты муниципальных правовых актов м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гут вноситься депутатами Районного Совета д</w:t>
            </w:r>
            <w:r w:rsidRPr="00B07E3F">
              <w:rPr>
                <w:sz w:val="22"/>
                <w:szCs w:val="22"/>
              </w:rPr>
              <w:t>е</w:t>
            </w:r>
            <w:r w:rsidRPr="00B07E3F">
              <w:rPr>
                <w:sz w:val="22"/>
                <w:szCs w:val="22"/>
              </w:rPr>
              <w:t>путатов, постоянными комиссиями Районного Совета депутатов, депутатскими фракциями и иными депутатскими объединениями Районного Совета депутатов, Главой муниципального обр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зования, главой Администрации района, органами территориального общественного самоуправл</w:t>
            </w:r>
            <w:r w:rsidRPr="00B07E3F">
              <w:rPr>
                <w:sz w:val="22"/>
                <w:szCs w:val="22"/>
              </w:rPr>
              <w:t>е</w:t>
            </w:r>
            <w:r w:rsidRPr="00B07E3F">
              <w:rPr>
                <w:sz w:val="22"/>
                <w:szCs w:val="22"/>
              </w:rPr>
              <w:t>ния, инициативными группами граждан в поря</w:t>
            </w:r>
            <w:r w:rsidRPr="00B07E3F">
              <w:rPr>
                <w:sz w:val="22"/>
                <w:szCs w:val="22"/>
              </w:rPr>
              <w:t>д</w:t>
            </w:r>
            <w:r w:rsidRPr="00B07E3F">
              <w:rPr>
                <w:sz w:val="22"/>
                <w:szCs w:val="22"/>
              </w:rPr>
              <w:t>ке, предусмотренном статьей 13 настоящего У</w:t>
            </w:r>
            <w:r w:rsidRPr="00B07E3F">
              <w:rPr>
                <w:sz w:val="22"/>
                <w:szCs w:val="22"/>
              </w:rPr>
              <w:t>с</w:t>
            </w:r>
            <w:r w:rsidRPr="00B07E3F">
              <w:rPr>
                <w:sz w:val="22"/>
                <w:szCs w:val="22"/>
              </w:rPr>
              <w:t>тава.</w:t>
            </w:r>
          </w:p>
          <w:p w:rsidR="00C332A1" w:rsidRPr="00B07E3F" w:rsidRDefault="00C332A1" w:rsidP="006C1056">
            <w:pPr>
              <w:pStyle w:val="PlainText"/>
              <w:ind w:firstLine="70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C332A1" w:rsidRPr="00B07E3F" w:rsidRDefault="00C332A1" w:rsidP="006C1056">
            <w:pPr>
              <w:autoSpaceDE w:val="0"/>
              <w:autoSpaceDN w:val="0"/>
              <w:adjustRightInd w:val="0"/>
              <w:ind w:firstLine="720"/>
              <w:jc w:val="both"/>
            </w:pPr>
            <w:r w:rsidRPr="00B07E3F">
              <w:rPr>
                <w:sz w:val="22"/>
                <w:szCs w:val="22"/>
              </w:rPr>
              <w:t xml:space="preserve"> </w:t>
            </w:r>
          </w:p>
          <w:p w:rsidR="00C332A1" w:rsidRPr="00B07E3F" w:rsidRDefault="00C332A1" w:rsidP="006C1056">
            <w:pPr>
              <w:jc w:val="both"/>
            </w:pPr>
          </w:p>
        </w:tc>
        <w:tc>
          <w:tcPr>
            <w:tcW w:w="4527" w:type="dxa"/>
          </w:tcPr>
          <w:p w:rsidR="00C332A1" w:rsidRPr="00B07E3F" w:rsidRDefault="00C332A1" w:rsidP="000D5B5A">
            <w:pPr>
              <w:ind w:firstLine="720"/>
              <w:jc w:val="both"/>
              <w:rPr>
                <w:b/>
              </w:rPr>
            </w:pPr>
            <w:r w:rsidRPr="00B07E3F">
              <w:rPr>
                <w:sz w:val="22"/>
                <w:szCs w:val="22"/>
              </w:rPr>
              <w:t xml:space="preserve"> 1. Проекты муниципальных прав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вых актов могут вноситься депутатами Ра</w:t>
            </w:r>
            <w:r w:rsidRPr="00B07E3F">
              <w:rPr>
                <w:sz w:val="22"/>
                <w:szCs w:val="22"/>
              </w:rPr>
              <w:t>й</w:t>
            </w:r>
            <w:r w:rsidRPr="00B07E3F">
              <w:rPr>
                <w:sz w:val="22"/>
                <w:szCs w:val="22"/>
              </w:rPr>
              <w:t>онного Совета депутатов, постоянными к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миссиями Районного Совета депутатов, д</w:t>
            </w:r>
            <w:r w:rsidRPr="00B07E3F">
              <w:rPr>
                <w:sz w:val="22"/>
                <w:szCs w:val="22"/>
              </w:rPr>
              <w:t>е</w:t>
            </w:r>
            <w:r w:rsidRPr="00B07E3F">
              <w:rPr>
                <w:sz w:val="22"/>
                <w:szCs w:val="22"/>
              </w:rPr>
              <w:t>путатскими фракциями и иными депута</w:t>
            </w:r>
            <w:r w:rsidRPr="00B07E3F">
              <w:rPr>
                <w:sz w:val="22"/>
                <w:szCs w:val="22"/>
              </w:rPr>
              <w:t>т</w:t>
            </w:r>
            <w:r w:rsidRPr="00B07E3F">
              <w:rPr>
                <w:sz w:val="22"/>
                <w:szCs w:val="22"/>
              </w:rPr>
              <w:t>скими объединениями Районного Совета д</w:t>
            </w:r>
            <w:r w:rsidRPr="00B07E3F">
              <w:rPr>
                <w:sz w:val="22"/>
                <w:szCs w:val="22"/>
              </w:rPr>
              <w:t>е</w:t>
            </w:r>
            <w:r w:rsidRPr="00B07E3F">
              <w:rPr>
                <w:sz w:val="22"/>
                <w:szCs w:val="22"/>
              </w:rPr>
              <w:t>путатов, Главой муниципального образов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ния, главой Администрации района, орган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ми территориального общественного сам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управления, инициативными группами гра</w:t>
            </w:r>
            <w:r w:rsidRPr="00B07E3F">
              <w:rPr>
                <w:sz w:val="22"/>
                <w:szCs w:val="22"/>
              </w:rPr>
              <w:t>ж</w:t>
            </w:r>
            <w:r w:rsidRPr="00B07E3F">
              <w:rPr>
                <w:sz w:val="22"/>
                <w:szCs w:val="22"/>
              </w:rPr>
              <w:t xml:space="preserve">дан в порядке, предусмотренном статьей 13 настоящего Устава, </w:t>
            </w:r>
            <w:r w:rsidRPr="00B07E3F">
              <w:rPr>
                <w:rFonts w:eastAsia="MS Mincho"/>
                <w:b/>
                <w:sz w:val="22"/>
                <w:szCs w:val="22"/>
              </w:rPr>
              <w:t>а также Глазовским межрайонным прокурором</w:t>
            </w:r>
            <w:r w:rsidRPr="00B07E3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62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</w:p>
        </w:tc>
      </w:tr>
      <w:tr w:rsidR="00C332A1" w:rsidRPr="00B07E3F" w:rsidTr="000D5B5A"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10</w:t>
            </w:r>
          </w:p>
        </w:tc>
        <w:tc>
          <w:tcPr>
            <w:tcW w:w="2592" w:type="dxa"/>
          </w:tcPr>
          <w:p w:rsidR="00C332A1" w:rsidRPr="00B07E3F" w:rsidRDefault="00C332A1" w:rsidP="00D50CAA">
            <w:pPr>
              <w:pStyle w:val="PlainText"/>
              <w:ind w:firstLine="7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Статья 40</w:t>
            </w:r>
          </w:p>
          <w:p w:rsidR="00C332A1" w:rsidRPr="00B07E3F" w:rsidRDefault="00C332A1" w:rsidP="000D5B5A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Порядок принятия и официального опубл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кования (обнародов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ния) решений Райо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ного Совета депутатов</w:t>
            </w:r>
          </w:p>
        </w:tc>
        <w:tc>
          <w:tcPr>
            <w:tcW w:w="2977" w:type="dxa"/>
          </w:tcPr>
          <w:p w:rsidR="00C332A1" w:rsidRPr="00B07E3F" w:rsidRDefault="00C332A1" w:rsidP="006C1056">
            <w:pPr>
              <w:jc w:val="both"/>
              <w:rPr>
                <w:rFonts w:eastAsia="MS Mincho"/>
              </w:rPr>
            </w:pPr>
            <w:r w:rsidRPr="00B07E3F">
              <w:rPr>
                <w:rFonts w:eastAsia="MS Mincho"/>
                <w:sz w:val="22"/>
                <w:szCs w:val="22"/>
              </w:rPr>
              <w:t xml:space="preserve"> Часть 5   дополнить абзацем вторым следующего соде</w:t>
            </w:r>
            <w:r w:rsidRPr="00B07E3F">
              <w:rPr>
                <w:rFonts w:eastAsia="MS Mincho"/>
                <w:sz w:val="22"/>
                <w:szCs w:val="22"/>
              </w:rPr>
              <w:t>р</w:t>
            </w:r>
            <w:r w:rsidRPr="00B07E3F">
              <w:rPr>
                <w:rFonts w:eastAsia="MS Mincho"/>
                <w:sz w:val="22"/>
                <w:szCs w:val="22"/>
              </w:rPr>
              <w:t>жания</w:t>
            </w:r>
          </w:p>
        </w:tc>
        <w:tc>
          <w:tcPr>
            <w:tcW w:w="4961" w:type="dxa"/>
          </w:tcPr>
          <w:p w:rsidR="00C332A1" w:rsidRPr="00B07E3F" w:rsidRDefault="00C332A1" w:rsidP="000D5B5A">
            <w:pPr>
              <w:jc w:val="both"/>
            </w:pPr>
          </w:p>
        </w:tc>
        <w:tc>
          <w:tcPr>
            <w:tcW w:w="4527" w:type="dxa"/>
          </w:tcPr>
          <w:p w:rsidR="00C332A1" w:rsidRPr="00B07E3F" w:rsidRDefault="00C332A1" w:rsidP="00D50CAA">
            <w:pPr>
              <w:jc w:val="both"/>
            </w:pPr>
            <w:r w:rsidRPr="00B07E3F">
              <w:rPr>
                <w:sz w:val="22"/>
                <w:szCs w:val="22"/>
              </w:rPr>
              <w:t>Нормативные правовые акты Районного С</w:t>
            </w:r>
            <w:r w:rsidRPr="00B07E3F">
              <w:rPr>
                <w:sz w:val="22"/>
                <w:szCs w:val="22"/>
              </w:rPr>
              <w:t>о</w:t>
            </w:r>
            <w:r w:rsidRPr="00B07E3F">
              <w:rPr>
                <w:sz w:val="22"/>
                <w:szCs w:val="22"/>
              </w:rPr>
              <w:t>вета депутатов, а также проекты нормати</w:t>
            </w:r>
            <w:r w:rsidRPr="00B07E3F">
              <w:rPr>
                <w:sz w:val="22"/>
                <w:szCs w:val="22"/>
              </w:rPr>
              <w:t>в</w:t>
            </w:r>
            <w:r w:rsidRPr="00B07E3F">
              <w:rPr>
                <w:sz w:val="22"/>
                <w:szCs w:val="22"/>
              </w:rPr>
              <w:t>ных правовых актов, внесенных в Районный Совет депутатов, размещаются на официал</w:t>
            </w:r>
            <w:r w:rsidRPr="00B07E3F">
              <w:rPr>
                <w:sz w:val="22"/>
                <w:szCs w:val="22"/>
              </w:rPr>
              <w:t>ь</w:t>
            </w:r>
            <w:r w:rsidRPr="00B07E3F">
              <w:rPr>
                <w:sz w:val="22"/>
                <w:szCs w:val="22"/>
              </w:rPr>
              <w:t>ном сайте муниципального образования «Глазовский район»</w:t>
            </w:r>
          </w:p>
        </w:tc>
        <w:tc>
          <w:tcPr>
            <w:tcW w:w="1262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</w:p>
        </w:tc>
      </w:tr>
      <w:tr w:rsidR="00C332A1" w:rsidRPr="00B07E3F" w:rsidTr="000D5B5A"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11</w:t>
            </w:r>
          </w:p>
        </w:tc>
        <w:tc>
          <w:tcPr>
            <w:tcW w:w="2592" w:type="dxa"/>
          </w:tcPr>
          <w:p w:rsidR="00C332A1" w:rsidRPr="00B07E3F" w:rsidRDefault="00C332A1" w:rsidP="006C1056">
            <w:pPr>
              <w:pStyle w:val="PlainText"/>
              <w:ind w:firstLine="7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Статья 41</w:t>
            </w:r>
          </w:p>
          <w:p w:rsidR="00C332A1" w:rsidRPr="00B07E3F" w:rsidRDefault="00C332A1" w:rsidP="00D50CAA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Порядок   официальн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го опубликования (о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б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народования)  прав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вых актов Главы м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ниципального образ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вания  и правовых а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тов Администрации района</w:t>
            </w:r>
          </w:p>
        </w:tc>
        <w:tc>
          <w:tcPr>
            <w:tcW w:w="2977" w:type="dxa"/>
          </w:tcPr>
          <w:p w:rsidR="00C332A1" w:rsidRPr="00B07E3F" w:rsidRDefault="00C332A1" w:rsidP="006C1056">
            <w:pPr>
              <w:jc w:val="both"/>
              <w:rPr>
                <w:rFonts w:eastAsia="MS Mincho"/>
              </w:rPr>
            </w:pPr>
            <w:r w:rsidRPr="00B07E3F">
              <w:rPr>
                <w:rFonts w:eastAsia="MS Mincho"/>
                <w:sz w:val="22"/>
                <w:szCs w:val="22"/>
              </w:rPr>
              <w:t>Дополнить абзацем следу</w:t>
            </w:r>
            <w:r w:rsidRPr="00B07E3F">
              <w:rPr>
                <w:rFonts w:eastAsia="MS Mincho"/>
                <w:sz w:val="22"/>
                <w:szCs w:val="22"/>
              </w:rPr>
              <w:t>ю</w:t>
            </w:r>
            <w:r w:rsidRPr="00B07E3F">
              <w:rPr>
                <w:rFonts w:eastAsia="MS Mincho"/>
                <w:sz w:val="22"/>
                <w:szCs w:val="22"/>
              </w:rPr>
              <w:t>щего содержания:</w:t>
            </w:r>
          </w:p>
        </w:tc>
        <w:tc>
          <w:tcPr>
            <w:tcW w:w="4961" w:type="dxa"/>
          </w:tcPr>
          <w:p w:rsidR="00C332A1" w:rsidRPr="00B07E3F" w:rsidRDefault="00C332A1" w:rsidP="000D5B5A">
            <w:pPr>
              <w:jc w:val="both"/>
            </w:pPr>
          </w:p>
        </w:tc>
        <w:tc>
          <w:tcPr>
            <w:tcW w:w="4527" w:type="dxa"/>
          </w:tcPr>
          <w:p w:rsidR="00C332A1" w:rsidRPr="00B07E3F" w:rsidRDefault="00C332A1" w:rsidP="004E7FCB">
            <w:pPr>
              <w:jc w:val="both"/>
            </w:pPr>
            <w:r w:rsidRPr="00B07E3F">
              <w:rPr>
                <w:sz w:val="22"/>
                <w:szCs w:val="22"/>
              </w:rPr>
              <w:t>Нормативные правовые акты, изданные Гл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вой муниципального образования,  главой Администрации района и (или) Администр</w:t>
            </w:r>
            <w:r w:rsidRPr="00B07E3F">
              <w:rPr>
                <w:sz w:val="22"/>
                <w:szCs w:val="22"/>
              </w:rPr>
              <w:t>а</w:t>
            </w:r>
            <w:r w:rsidRPr="00B07E3F">
              <w:rPr>
                <w:sz w:val="22"/>
                <w:szCs w:val="22"/>
              </w:rPr>
              <w:t>цией района, размещаются на официальном сайте муниципального образования «Глазо</w:t>
            </w:r>
            <w:r w:rsidRPr="00B07E3F">
              <w:rPr>
                <w:sz w:val="22"/>
                <w:szCs w:val="22"/>
              </w:rPr>
              <w:t>в</w:t>
            </w:r>
            <w:r w:rsidRPr="00B07E3F">
              <w:rPr>
                <w:sz w:val="22"/>
                <w:szCs w:val="22"/>
              </w:rPr>
              <w:t>ский район»</w:t>
            </w:r>
          </w:p>
        </w:tc>
        <w:tc>
          <w:tcPr>
            <w:tcW w:w="1262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</w:p>
        </w:tc>
      </w:tr>
      <w:tr w:rsidR="00C332A1" w:rsidRPr="00B07E3F" w:rsidTr="000D5B5A">
        <w:tc>
          <w:tcPr>
            <w:tcW w:w="540" w:type="dxa"/>
          </w:tcPr>
          <w:p w:rsidR="00C332A1" w:rsidRPr="00B07E3F" w:rsidRDefault="00C332A1" w:rsidP="006C1056">
            <w:r w:rsidRPr="00B07E3F">
              <w:rPr>
                <w:sz w:val="22"/>
                <w:szCs w:val="22"/>
              </w:rPr>
              <w:t>12</w:t>
            </w:r>
          </w:p>
        </w:tc>
        <w:tc>
          <w:tcPr>
            <w:tcW w:w="2592" w:type="dxa"/>
          </w:tcPr>
          <w:p w:rsidR="00C332A1" w:rsidRPr="00B07E3F" w:rsidRDefault="00C332A1" w:rsidP="006C1056">
            <w:pPr>
              <w:pStyle w:val="PlainText"/>
              <w:ind w:firstLine="7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Статья 51.8</w:t>
            </w:r>
          </w:p>
          <w:p w:rsidR="00C332A1" w:rsidRPr="00B07E3F" w:rsidRDefault="00C332A1" w:rsidP="00D50CAA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Дополнительные г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рантии лицам, зам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щающим должности муниципальной слу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ж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бы в органах местного самоуправления мун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ципального образов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B07E3F">
              <w:rPr>
                <w:rFonts w:ascii="Times New Roman" w:hAnsi="Times New Roman" w:cs="Times New Roman"/>
                <w:b/>
                <w:sz w:val="22"/>
                <w:szCs w:val="22"/>
              </w:rPr>
              <w:t>ния</w:t>
            </w:r>
          </w:p>
        </w:tc>
        <w:tc>
          <w:tcPr>
            <w:tcW w:w="2977" w:type="dxa"/>
          </w:tcPr>
          <w:p w:rsidR="00C332A1" w:rsidRPr="00B07E3F" w:rsidRDefault="00C332A1" w:rsidP="006C1056">
            <w:pPr>
              <w:jc w:val="both"/>
              <w:rPr>
                <w:rFonts w:eastAsia="MS Mincho"/>
              </w:rPr>
            </w:pPr>
            <w:r w:rsidRPr="00B07E3F">
              <w:rPr>
                <w:rFonts w:eastAsia="MS Mincho"/>
                <w:sz w:val="22"/>
                <w:szCs w:val="22"/>
              </w:rPr>
              <w:t>В пункте 1 части 1 слова «лицами, замещающими главные и высшие должн</w:t>
            </w:r>
            <w:r w:rsidRPr="00B07E3F">
              <w:rPr>
                <w:rFonts w:eastAsia="MS Mincho"/>
                <w:sz w:val="22"/>
                <w:szCs w:val="22"/>
              </w:rPr>
              <w:t>о</w:t>
            </w:r>
            <w:r w:rsidRPr="00B07E3F">
              <w:rPr>
                <w:rFonts w:eastAsia="MS Mincho"/>
                <w:sz w:val="22"/>
                <w:szCs w:val="22"/>
              </w:rPr>
              <w:t>сти муниципальной службы» заменить словами « в зав</w:t>
            </w:r>
            <w:r w:rsidRPr="00B07E3F">
              <w:rPr>
                <w:rFonts w:eastAsia="MS Mincho"/>
                <w:sz w:val="22"/>
                <w:szCs w:val="22"/>
              </w:rPr>
              <w:t>и</w:t>
            </w:r>
            <w:r w:rsidRPr="00B07E3F">
              <w:rPr>
                <w:rFonts w:eastAsia="MS Mincho"/>
                <w:sz w:val="22"/>
                <w:szCs w:val="22"/>
              </w:rPr>
              <w:t>симости от группы зам</w:t>
            </w:r>
            <w:r w:rsidRPr="00B07E3F">
              <w:rPr>
                <w:rFonts w:eastAsia="MS Mincho"/>
                <w:sz w:val="22"/>
                <w:szCs w:val="22"/>
              </w:rPr>
              <w:t>е</w:t>
            </w:r>
            <w:r w:rsidRPr="00B07E3F">
              <w:rPr>
                <w:rFonts w:eastAsia="MS Mincho"/>
                <w:sz w:val="22"/>
                <w:szCs w:val="22"/>
              </w:rPr>
              <w:t>щаемой должности муниц</w:t>
            </w:r>
            <w:r w:rsidRPr="00B07E3F">
              <w:rPr>
                <w:rFonts w:eastAsia="MS Mincho"/>
                <w:sz w:val="22"/>
                <w:szCs w:val="22"/>
              </w:rPr>
              <w:t>и</w:t>
            </w:r>
            <w:r w:rsidRPr="00B07E3F">
              <w:rPr>
                <w:rFonts w:eastAsia="MS Mincho"/>
                <w:sz w:val="22"/>
                <w:szCs w:val="22"/>
              </w:rPr>
              <w:t>пальной службы»</w:t>
            </w:r>
          </w:p>
        </w:tc>
        <w:tc>
          <w:tcPr>
            <w:tcW w:w="4961" w:type="dxa"/>
          </w:tcPr>
          <w:p w:rsidR="00C332A1" w:rsidRPr="00B07E3F" w:rsidRDefault="00C332A1" w:rsidP="000D5B5A">
            <w:pPr>
              <w:jc w:val="both"/>
            </w:pPr>
            <w:r w:rsidRPr="00B07E3F">
              <w:rPr>
                <w:sz w:val="22"/>
                <w:szCs w:val="22"/>
              </w:rPr>
              <w:t xml:space="preserve">1) транспортное обслуживание, обеспечиваемое в связи с исполнением должностных обязанностей </w:t>
            </w:r>
            <w:r w:rsidRPr="00B07E3F">
              <w:rPr>
                <w:b/>
                <w:sz w:val="22"/>
                <w:szCs w:val="22"/>
              </w:rPr>
              <w:t>лицами, замещающими главные и высшие должности муниципальной службы</w:t>
            </w:r>
            <w:r w:rsidRPr="00B07E3F">
              <w:rPr>
                <w:sz w:val="22"/>
                <w:szCs w:val="22"/>
              </w:rPr>
              <w:t>, а также компенсация за использование ими личного транспорта в служебных целях и возмещение расходов, связанных с его использованием</w:t>
            </w:r>
          </w:p>
        </w:tc>
        <w:tc>
          <w:tcPr>
            <w:tcW w:w="4527" w:type="dxa"/>
          </w:tcPr>
          <w:p w:rsidR="00C332A1" w:rsidRPr="00B07E3F" w:rsidRDefault="00C332A1" w:rsidP="004E7FCB">
            <w:pPr>
              <w:jc w:val="both"/>
            </w:pPr>
            <w:r w:rsidRPr="00B07E3F">
              <w:rPr>
                <w:sz w:val="22"/>
                <w:szCs w:val="22"/>
              </w:rPr>
              <w:t>1) транспортное обслуживание, обеспеч</w:t>
            </w:r>
            <w:r w:rsidRPr="00B07E3F">
              <w:rPr>
                <w:sz w:val="22"/>
                <w:szCs w:val="22"/>
              </w:rPr>
              <w:t>и</w:t>
            </w:r>
            <w:r w:rsidRPr="00B07E3F">
              <w:rPr>
                <w:sz w:val="22"/>
                <w:szCs w:val="22"/>
              </w:rPr>
              <w:t xml:space="preserve">ваемое в связи с исполнением должностных обязанностей </w:t>
            </w:r>
            <w:r w:rsidRPr="00B07E3F">
              <w:rPr>
                <w:b/>
                <w:sz w:val="22"/>
                <w:szCs w:val="22"/>
              </w:rPr>
              <w:t>лицами в зависимости от группы замещаемой должности муниц</w:t>
            </w:r>
            <w:r w:rsidRPr="00B07E3F">
              <w:rPr>
                <w:b/>
                <w:sz w:val="22"/>
                <w:szCs w:val="22"/>
              </w:rPr>
              <w:t>и</w:t>
            </w:r>
            <w:r w:rsidRPr="00B07E3F">
              <w:rPr>
                <w:b/>
                <w:sz w:val="22"/>
                <w:szCs w:val="22"/>
              </w:rPr>
              <w:t>пальной службы</w:t>
            </w:r>
            <w:r w:rsidRPr="00B07E3F">
              <w:rPr>
                <w:sz w:val="22"/>
                <w:szCs w:val="22"/>
              </w:rPr>
              <w:t>, а также компенсация за использование ими личного транспорта в служебных целях и возмещение расходов, связанных с его использованием</w:t>
            </w:r>
          </w:p>
        </w:tc>
        <w:tc>
          <w:tcPr>
            <w:tcW w:w="1262" w:type="dxa"/>
          </w:tcPr>
          <w:p w:rsidR="00C332A1" w:rsidRPr="00B07E3F" w:rsidRDefault="00C332A1" w:rsidP="006C1056">
            <w:pPr>
              <w:jc w:val="center"/>
              <w:rPr>
                <w:b/>
              </w:rPr>
            </w:pPr>
          </w:p>
        </w:tc>
      </w:tr>
    </w:tbl>
    <w:p w:rsidR="00C332A1" w:rsidRPr="00076F4A" w:rsidRDefault="00C332A1">
      <w:pPr>
        <w:rPr>
          <w:sz w:val="22"/>
          <w:szCs w:val="22"/>
        </w:rPr>
      </w:pPr>
    </w:p>
    <w:sectPr w:rsidR="00C332A1" w:rsidRPr="00076F4A" w:rsidSect="00076F4A">
      <w:pgSz w:w="16838" w:h="11906" w:orient="landscape"/>
      <w:pgMar w:top="454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6F4A"/>
    <w:rsid w:val="00076F4A"/>
    <w:rsid w:val="00080E91"/>
    <w:rsid w:val="000B71C8"/>
    <w:rsid w:val="000D5B5A"/>
    <w:rsid w:val="001416CB"/>
    <w:rsid w:val="00186FF0"/>
    <w:rsid w:val="002226E4"/>
    <w:rsid w:val="0022468B"/>
    <w:rsid w:val="002F788A"/>
    <w:rsid w:val="00303534"/>
    <w:rsid w:val="00350F36"/>
    <w:rsid w:val="003B76A3"/>
    <w:rsid w:val="003F310F"/>
    <w:rsid w:val="004E7FCB"/>
    <w:rsid w:val="005D020B"/>
    <w:rsid w:val="006916D8"/>
    <w:rsid w:val="006A0944"/>
    <w:rsid w:val="006C1056"/>
    <w:rsid w:val="00752F4B"/>
    <w:rsid w:val="008273DD"/>
    <w:rsid w:val="0085620F"/>
    <w:rsid w:val="008F58BC"/>
    <w:rsid w:val="00937628"/>
    <w:rsid w:val="00963B91"/>
    <w:rsid w:val="00A06726"/>
    <w:rsid w:val="00A40244"/>
    <w:rsid w:val="00AA0F08"/>
    <w:rsid w:val="00AC4A8B"/>
    <w:rsid w:val="00B07E3F"/>
    <w:rsid w:val="00B3397B"/>
    <w:rsid w:val="00B633D7"/>
    <w:rsid w:val="00BA2ACD"/>
    <w:rsid w:val="00BD6365"/>
    <w:rsid w:val="00C332A1"/>
    <w:rsid w:val="00CA2D67"/>
    <w:rsid w:val="00CC2102"/>
    <w:rsid w:val="00D5000C"/>
    <w:rsid w:val="00D50CAA"/>
    <w:rsid w:val="00D77CEF"/>
    <w:rsid w:val="00EC117B"/>
    <w:rsid w:val="00EE0398"/>
    <w:rsid w:val="00EE30F8"/>
    <w:rsid w:val="00F35CAA"/>
    <w:rsid w:val="00FF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F4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076F4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76F4A"/>
    <w:rPr>
      <w:rFonts w:ascii="Courier New" w:hAnsi="Courier New" w:cs="Courier New"/>
      <w:sz w:val="20"/>
      <w:szCs w:val="2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350F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A0F08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</TotalTime>
  <Pages>4</Pages>
  <Words>1488</Words>
  <Characters>8484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Изменения в Устав муниципального образования «Глазовский район (май  2012 года)</dc:title>
  <dc:subject/>
  <dc:creator>Пользователь</dc:creator>
  <cp:keywords/>
  <dc:description/>
  <cp:lastModifiedBy>407_22</cp:lastModifiedBy>
  <cp:revision>6</cp:revision>
  <dcterms:created xsi:type="dcterms:W3CDTF">2012-04-17T12:58:00Z</dcterms:created>
  <dcterms:modified xsi:type="dcterms:W3CDTF">2012-05-18T07:28:00Z</dcterms:modified>
</cp:coreProperties>
</file>