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F9D" w:rsidRPr="00EB520F" w:rsidRDefault="00DF6F9D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EB520F">
        <w:t>П</w:t>
      </w:r>
      <w:r w:rsidRPr="00EB520F">
        <w:rPr>
          <w:bCs/>
        </w:rPr>
        <w:t xml:space="preserve">риложение № </w:t>
      </w:r>
      <w:r>
        <w:rPr>
          <w:bCs/>
        </w:rPr>
        <w:t>6</w:t>
      </w:r>
    </w:p>
    <w:p w:rsidR="00DF6F9D" w:rsidRPr="00EB520F" w:rsidRDefault="00DF6F9D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к решению Совета депутатов</w:t>
      </w:r>
    </w:p>
    <w:p w:rsidR="00DF6F9D" w:rsidRPr="00EB520F" w:rsidRDefault="00DF6F9D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муниципального образования «Ураковское»</w:t>
      </w:r>
    </w:p>
    <w:p w:rsidR="00DF6F9D" w:rsidRPr="00EB520F" w:rsidRDefault="00DF6F9D" w:rsidP="00635FE3">
      <w:pPr>
        <w:widowControl w:val="0"/>
        <w:autoSpaceDE w:val="0"/>
        <w:autoSpaceDN w:val="0"/>
        <w:adjustRightInd w:val="0"/>
        <w:ind w:left="6372"/>
        <w:jc w:val="center"/>
      </w:pPr>
      <w:r>
        <w:t xml:space="preserve">             от  22 декабря 2017 № 59</w:t>
      </w:r>
      <w:r w:rsidRPr="00EB520F">
        <w:t xml:space="preserve"> </w:t>
      </w:r>
    </w:p>
    <w:p w:rsidR="00DF6F9D" w:rsidRPr="00EB520F" w:rsidRDefault="00DF6F9D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 xml:space="preserve"> </w:t>
      </w:r>
    </w:p>
    <w:p w:rsidR="00DF6F9D" w:rsidRPr="00EB520F" w:rsidRDefault="00DF6F9D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 xml:space="preserve">Перечень главных администраторов источников финансирования дефицита бюджета           </w:t>
      </w:r>
    </w:p>
    <w:p w:rsidR="00DF6F9D" w:rsidRPr="00EB520F" w:rsidRDefault="00DF6F9D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>муниципального образования «Ураковское»</w:t>
      </w:r>
    </w:p>
    <w:p w:rsidR="00DF6F9D" w:rsidRPr="00EB520F" w:rsidRDefault="00DF6F9D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/>
      </w:tblPr>
      <w:tblGrid>
        <w:gridCol w:w="570"/>
        <w:gridCol w:w="2408"/>
        <w:gridCol w:w="6661"/>
      </w:tblGrid>
      <w:tr w:rsidR="00DF6F9D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0529C9">
            <w:pPr>
              <w:jc w:val="center"/>
              <w:rPr>
                <w:b/>
                <w:bCs/>
              </w:rPr>
            </w:pPr>
            <w:r w:rsidRPr="00EB520F">
              <w:rPr>
                <w:b/>
              </w:rPr>
              <w:t>Наименование главного</w:t>
            </w:r>
            <w:r w:rsidRPr="00EB520F">
              <w:rPr>
                <w:b/>
                <w:bCs/>
              </w:rPr>
              <w:t xml:space="preserve"> администратора</w:t>
            </w:r>
            <w:r w:rsidRPr="00EB520F">
              <w:rPr>
                <w:b/>
              </w:rPr>
              <w:t xml:space="preserve"> источников финансирования дефицита бюджета </w:t>
            </w:r>
            <w:r w:rsidRPr="00EB520F">
              <w:rPr>
                <w:b/>
                <w:color w:val="000000"/>
                <w:spacing w:val="-7"/>
              </w:rPr>
              <w:t>муниципального образования «Ураковское»</w:t>
            </w:r>
            <w:r w:rsidRPr="00EB520F">
              <w:rPr>
                <w:b/>
              </w:rPr>
              <w:t xml:space="preserve"> </w:t>
            </w:r>
          </w:p>
        </w:tc>
      </w:tr>
      <w:tr w:rsidR="00DF6F9D" w:rsidRPr="00EB520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 xml:space="preserve">Получение кредитов от кредитных организаций бюджетами сельских поселений в валюте Российской Федерации 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01 03 01 00 10 0000 710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01 03 01 00 10 0000 810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Увеличение прочих остатков денежных средств бюджетов сельских поселений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Уменьшение прочих остатков денежных средств бюджетов сельских поселений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2677DA">
            <w:r w:rsidRPr="00EB520F">
              <w:t>01 06 04 01 10 0000 810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585089">
            <w:r w:rsidRPr="00EB520F"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Возврат бюджетных кредитов юридическим лицам из бюджетов сельских поселений в валюте Российской Федерации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Привлечение прочих источников внутреннего финансирования дефицитов бюджетов сельских поселений</w:t>
            </w:r>
          </w:p>
        </w:tc>
      </w:tr>
      <w:tr w:rsidR="00DF6F9D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F9D" w:rsidRPr="00EB520F" w:rsidRDefault="00DF6F9D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6F9D" w:rsidRPr="00EB520F" w:rsidRDefault="00DF6F9D" w:rsidP="00FD1814">
            <w:r w:rsidRPr="00EB520F"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</w:tr>
    </w:tbl>
    <w:p w:rsidR="00DF6F9D" w:rsidRPr="00EB520F" w:rsidRDefault="00DF6F9D" w:rsidP="007573C9"/>
    <w:p w:rsidR="00DF6F9D" w:rsidRPr="00EB520F" w:rsidRDefault="00DF6F9D" w:rsidP="007573C9"/>
    <w:p w:rsidR="00DF6F9D" w:rsidRPr="00EB520F" w:rsidRDefault="00DF6F9D" w:rsidP="007573C9"/>
    <w:p w:rsidR="00DF6F9D" w:rsidRPr="00EB520F" w:rsidRDefault="00DF6F9D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EB520F">
        <w:rPr>
          <w:b/>
        </w:rPr>
        <w:t xml:space="preserve">Иные источники финансирования дефицита бюджета муниципального образования «Ураковское», администрирование которых может осуществляться главными </w:t>
      </w:r>
      <w:r w:rsidRPr="00EB520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«Ураковское» в пределах их компетенции</w:t>
      </w:r>
    </w:p>
    <w:p w:rsidR="00DF6F9D" w:rsidRPr="00EB520F" w:rsidRDefault="00DF6F9D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DF6F9D" w:rsidRPr="00EB520F" w:rsidTr="00FD1814">
        <w:trPr>
          <w:trHeight w:val="690"/>
        </w:trPr>
        <w:tc>
          <w:tcPr>
            <w:tcW w:w="568" w:type="dxa"/>
            <w:vAlign w:val="center"/>
          </w:tcPr>
          <w:p w:rsidR="00DF6F9D" w:rsidRPr="00EB520F" w:rsidRDefault="00DF6F9D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2410" w:type="dxa"/>
            <w:vAlign w:val="center"/>
          </w:tcPr>
          <w:p w:rsidR="00DF6F9D" w:rsidRPr="00EB520F" w:rsidRDefault="00DF6F9D" w:rsidP="00FD1814">
            <w:pPr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vAlign w:val="center"/>
          </w:tcPr>
          <w:p w:rsidR="00DF6F9D" w:rsidRPr="00EB520F" w:rsidRDefault="00DF6F9D" w:rsidP="000529C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</w:t>
            </w:r>
            <w:r w:rsidRPr="00EB520F">
              <w:rPr>
                <w:b/>
                <w:color w:val="000000"/>
                <w:spacing w:val="-7"/>
              </w:rPr>
              <w:t>муниципального образования «Ураковское»</w:t>
            </w:r>
            <w:bookmarkStart w:id="0" w:name="_GoBack"/>
            <w:bookmarkEnd w:id="0"/>
          </w:p>
        </w:tc>
      </w:tr>
      <w:tr w:rsidR="00DF6F9D" w:rsidRPr="00CD5625" w:rsidTr="00FD1814">
        <w:trPr>
          <w:trHeight w:val="555"/>
        </w:trPr>
        <w:tc>
          <w:tcPr>
            <w:tcW w:w="568" w:type="dxa"/>
            <w:vAlign w:val="center"/>
          </w:tcPr>
          <w:p w:rsidR="00DF6F9D" w:rsidRPr="00EB520F" w:rsidRDefault="00DF6F9D" w:rsidP="00FD1814">
            <w:pPr>
              <w:jc w:val="center"/>
            </w:pPr>
            <w:r w:rsidRPr="00EB520F">
              <w:t>000</w:t>
            </w:r>
          </w:p>
        </w:tc>
        <w:tc>
          <w:tcPr>
            <w:tcW w:w="2410" w:type="dxa"/>
            <w:vAlign w:val="center"/>
          </w:tcPr>
          <w:p w:rsidR="00DF6F9D" w:rsidRPr="00EB520F" w:rsidRDefault="00DF6F9D" w:rsidP="00FD1814">
            <w:pPr>
              <w:jc w:val="center"/>
              <w:rPr>
                <w:color w:val="000000"/>
              </w:rPr>
            </w:pPr>
            <w:r w:rsidRPr="00EB520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vAlign w:val="center"/>
          </w:tcPr>
          <w:p w:rsidR="00DF6F9D" w:rsidRPr="00CD5625" w:rsidRDefault="00DF6F9D" w:rsidP="00FD1814">
            <w:pPr>
              <w:jc w:val="both"/>
              <w:rPr>
                <w:color w:val="000000"/>
              </w:rPr>
            </w:pPr>
            <w:r w:rsidRPr="00EB520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Pr="00EB520F">
              <w:t xml:space="preserve">сельских </w:t>
            </w:r>
            <w:r w:rsidRPr="00EB520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DF6F9D" w:rsidRPr="008E723B" w:rsidRDefault="00DF6F9D" w:rsidP="007573C9"/>
    <w:p w:rsidR="00DF6F9D" w:rsidRPr="00511184" w:rsidRDefault="00DF6F9D" w:rsidP="007573C9">
      <w:pPr>
        <w:jc w:val="both"/>
        <w:rPr>
          <w:b/>
        </w:rPr>
      </w:pPr>
    </w:p>
    <w:p w:rsidR="00DF6F9D" w:rsidRDefault="00DF6F9D"/>
    <w:sectPr w:rsidR="00DF6F9D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38"/>
    <w:rsid w:val="00015168"/>
    <w:rsid w:val="00037FBA"/>
    <w:rsid w:val="000529C9"/>
    <w:rsid w:val="002677DA"/>
    <w:rsid w:val="002D5FA3"/>
    <w:rsid w:val="005000B6"/>
    <w:rsid w:val="00511184"/>
    <w:rsid w:val="00585089"/>
    <w:rsid w:val="00635FE3"/>
    <w:rsid w:val="00652BAB"/>
    <w:rsid w:val="007233EB"/>
    <w:rsid w:val="007573C9"/>
    <w:rsid w:val="008E723B"/>
    <w:rsid w:val="00996BBA"/>
    <w:rsid w:val="009F0478"/>
    <w:rsid w:val="00A51A8D"/>
    <w:rsid w:val="00AB34DB"/>
    <w:rsid w:val="00AF61F4"/>
    <w:rsid w:val="00B00F2F"/>
    <w:rsid w:val="00C66062"/>
    <w:rsid w:val="00CD5625"/>
    <w:rsid w:val="00D931E4"/>
    <w:rsid w:val="00DB7A6C"/>
    <w:rsid w:val="00DF6F9D"/>
    <w:rsid w:val="00E2098E"/>
    <w:rsid w:val="00E474FE"/>
    <w:rsid w:val="00E52B38"/>
    <w:rsid w:val="00E74017"/>
    <w:rsid w:val="00EB520F"/>
    <w:rsid w:val="00FD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C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23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3E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2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414</Words>
  <Characters>2363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2015-11-05T04:04:00Z</cp:lastPrinted>
  <dcterms:created xsi:type="dcterms:W3CDTF">2015-01-21T14:04:00Z</dcterms:created>
  <dcterms:modified xsi:type="dcterms:W3CDTF">2017-12-27T04:37:00Z</dcterms:modified>
</cp:coreProperties>
</file>