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C99" w:rsidRPr="00551212" w:rsidRDefault="00302C99" w:rsidP="00CD0637">
      <w:pPr>
        <w:jc w:val="center"/>
        <w:rPr>
          <w:bCs/>
          <w:sz w:val="20"/>
          <w:szCs w:val="20"/>
        </w:rPr>
      </w:pPr>
      <w:r w:rsidRPr="00551212">
        <w:rPr>
          <w:bCs/>
          <w:sz w:val="20"/>
          <w:szCs w:val="20"/>
        </w:rPr>
        <w:t>СОВЕТ  ДЕПУТАТОВ   МУНИЦИПАЛЬНОГО  ОБРАЗОВАНИЯ  «УРАКОВСКОЕ»</w:t>
      </w:r>
    </w:p>
    <w:p w:rsidR="00302C99" w:rsidRPr="00551212" w:rsidRDefault="00302C99" w:rsidP="00CD0637">
      <w:pPr>
        <w:jc w:val="center"/>
        <w:rPr>
          <w:bCs/>
          <w:sz w:val="20"/>
          <w:szCs w:val="20"/>
        </w:rPr>
      </w:pPr>
    </w:p>
    <w:p w:rsidR="00302C99" w:rsidRPr="00551212" w:rsidRDefault="00302C99" w:rsidP="00CD0637">
      <w:pPr>
        <w:jc w:val="center"/>
        <w:rPr>
          <w:bCs/>
          <w:sz w:val="20"/>
          <w:szCs w:val="20"/>
        </w:rPr>
      </w:pPr>
      <w:r w:rsidRPr="00551212">
        <w:rPr>
          <w:bCs/>
          <w:sz w:val="20"/>
          <w:szCs w:val="20"/>
        </w:rPr>
        <w:t>« УРАК» МУНИЦИПАЛ  КЫЛДЭТЫСЬ   ДЕПУТАТЪЕСЛЭН  КЕНЕШСЫ</w:t>
      </w:r>
    </w:p>
    <w:p w:rsidR="00302C99" w:rsidRPr="00551212" w:rsidRDefault="00302C99" w:rsidP="00CD0637">
      <w:pPr>
        <w:jc w:val="center"/>
        <w:rPr>
          <w:b/>
          <w:bCs/>
          <w:sz w:val="20"/>
          <w:szCs w:val="20"/>
        </w:rPr>
      </w:pPr>
      <w:r w:rsidRPr="00551212">
        <w:rPr>
          <w:b/>
          <w:bCs/>
          <w:sz w:val="20"/>
          <w:szCs w:val="20"/>
        </w:rPr>
        <w:t>___________________________________________________________________</w:t>
      </w:r>
    </w:p>
    <w:p w:rsidR="00302C99" w:rsidRPr="00551212" w:rsidRDefault="00302C99" w:rsidP="00CD0637">
      <w:pPr>
        <w:jc w:val="center"/>
        <w:rPr>
          <w:bCs/>
          <w:sz w:val="20"/>
          <w:szCs w:val="20"/>
        </w:rPr>
      </w:pPr>
      <w:r w:rsidRPr="00551212">
        <w:rPr>
          <w:b/>
          <w:bCs/>
          <w:sz w:val="20"/>
          <w:szCs w:val="20"/>
        </w:rPr>
        <w:t xml:space="preserve"> </w:t>
      </w:r>
      <w:r w:rsidRPr="00551212">
        <w:rPr>
          <w:bCs/>
          <w:sz w:val="20"/>
          <w:szCs w:val="20"/>
        </w:rPr>
        <w:t>Советская ул. д.12а  д. Ураково  Глазовский район, Удмуртская Республика, тел.90-738</w:t>
      </w:r>
    </w:p>
    <w:p w:rsidR="00302C99" w:rsidRPr="00551212" w:rsidRDefault="00302C99" w:rsidP="00CD0637">
      <w:pPr>
        <w:jc w:val="center"/>
        <w:rPr>
          <w:b/>
          <w:bCs/>
        </w:rPr>
      </w:pPr>
    </w:p>
    <w:p w:rsidR="00302C99" w:rsidRPr="00551212" w:rsidRDefault="00302C99" w:rsidP="00CD0637">
      <w:pPr>
        <w:jc w:val="center"/>
        <w:rPr>
          <w:b/>
          <w:bCs/>
        </w:rPr>
      </w:pPr>
      <w:r w:rsidRPr="00551212">
        <w:rPr>
          <w:b/>
          <w:bCs/>
        </w:rPr>
        <w:t xml:space="preserve">Двадцать </w:t>
      </w:r>
      <w:r>
        <w:rPr>
          <w:b/>
          <w:bCs/>
        </w:rPr>
        <w:t>девят</w:t>
      </w:r>
      <w:r w:rsidRPr="00551212">
        <w:rPr>
          <w:b/>
          <w:bCs/>
        </w:rPr>
        <w:t>ая сессия  Совета  депутатов муниципального</w:t>
      </w:r>
    </w:p>
    <w:p w:rsidR="00302C99" w:rsidRPr="00551212" w:rsidRDefault="00302C99" w:rsidP="00CD0637">
      <w:pPr>
        <w:jc w:val="center"/>
        <w:rPr>
          <w:b/>
          <w:bCs/>
        </w:rPr>
      </w:pPr>
      <w:r w:rsidRPr="00551212">
        <w:rPr>
          <w:b/>
          <w:bCs/>
        </w:rPr>
        <w:t>образования «Ураковское» четвертого созыва</w:t>
      </w:r>
    </w:p>
    <w:p w:rsidR="00302C99" w:rsidRPr="00551212" w:rsidRDefault="00302C99" w:rsidP="00CD0637">
      <w:pPr>
        <w:jc w:val="center"/>
        <w:rPr>
          <w:b/>
          <w:bCs/>
        </w:rPr>
      </w:pPr>
    </w:p>
    <w:p w:rsidR="00302C99" w:rsidRPr="00551212" w:rsidRDefault="00302C99" w:rsidP="00CD0637">
      <w:pPr>
        <w:rPr>
          <w:b/>
          <w:bCs/>
        </w:rPr>
      </w:pPr>
      <w:r w:rsidRPr="00551212">
        <w:rPr>
          <w:b/>
          <w:bCs/>
        </w:rPr>
        <w:t xml:space="preserve">                                                                РЕШЕНИЕ</w:t>
      </w:r>
    </w:p>
    <w:p w:rsidR="00302C99" w:rsidRPr="00551212" w:rsidRDefault="00302C99" w:rsidP="00CD0637">
      <w:pPr>
        <w:jc w:val="center"/>
        <w:rPr>
          <w:b/>
          <w:bCs/>
        </w:rPr>
      </w:pPr>
      <w:r w:rsidRPr="00551212">
        <w:rPr>
          <w:b/>
          <w:bCs/>
        </w:rPr>
        <w:t>Совета депутатов муниципального образования «Ураковское»</w:t>
      </w:r>
    </w:p>
    <w:p w:rsidR="00302C99" w:rsidRPr="00551212" w:rsidRDefault="00302C99" w:rsidP="00CD0637">
      <w:pPr>
        <w:jc w:val="center"/>
        <w:rPr>
          <w:b/>
          <w:bCs/>
        </w:rPr>
      </w:pPr>
    </w:p>
    <w:p w:rsidR="00302C99" w:rsidRPr="00551212" w:rsidRDefault="00302C99" w:rsidP="00CD0637">
      <w:pPr>
        <w:jc w:val="both"/>
        <w:rPr>
          <w:b/>
        </w:rPr>
      </w:pPr>
      <w:r>
        <w:rPr>
          <w:b/>
          <w:bCs/>
        </w:rPr>
        <w:t xml:space="preserve">   от 14.06</w:t>
      </w:r>
      <w:r w:rsidRPr="00551212">
        <w:rPr>
          <w:b/>
          <w:bCs/>
        </w:rPr>
        <w:t>.2019 года                                                                                                            № 1</w:t>
      </w:r>
      <w:r>
        <w:rPr>
          <w:b/>
          <w:bCs/>
        </w:rPr>
        <w:t>30</w:t>
      </w:r>
      <w:r w:rsidRPr="00551212">
        <w:t xml:space="preserve">                                                                                                                                </w:t>
      </w:r>
    </w:p>
    <w:p w:rsidR="00302C99" w:rsidRPr="0019658A" w:rsidRDefault="00302C99" w:rsidP="00CD0637">
      <w:pPr>
        <w:rPr>
          <w:b/>
          <w:highlight w:val="red"/>
        </w:rPr>
      </w:pPr>
    </w:p>
    <w:p w:rsidR="00302C99" w:rsidRDefault="00302C99" w:rsidP="00CD0637">
      <w:pPr>
        <w:rPr>
          <w:b/>
        </w:rPr>
      </w:pPr>
      <w:r>
        <w:rPr>
          <w:b/>
        </w:rPr>
        <w:t>О внесении изменений в решение Совета</w:t>
      </w:r>
    </w:p>
    <w:p w:rsidR="00302C99" w:rsidRDefault="00302C99" w:rsidP="00CD0637">
      <w:pPr>
        <w:rPr>
          <w:b/>
        </w:rPr>
      </w:pPr>
      <w:r>
        <w:rPr>
          <w:b/>
        </w:rPr>
        <w:t>депутатов муниципального образования</w:t>
      </w:r>
    </w:p>
    <w:p w:rsidR="00302C99" w:rsidRDefault="00302C99" w:rsidP="00CD0637">
      <w:pPr>
        <w:rPr>
          <w:b/>
        </w:rPr>
      </w:pPr>
      <w:r>
        <w:rPr>
          <w:b/>
        </w:rPr>
        <w:t>«Ураковское» № 104 от 25.12.2018 года</w:t>
      </w:r>
    </w:p>
    <w:p w:rsidR="00302C99" w:rsidRDefault="00302C99" w:rsidP="00CD0637">
      <w:pPr>
        <w:rPr>
          <w:b/>
        </w:rPr>
      </w:pPr>
      <w:r>
        <w:rPr>
          <w:b/>
        </w:rPr>
        <w:t>«О бюджете муниципального образования</w:t>
      </w:r>
    </w:p>
    <w:p w:rsidR="00302C99" w:rsidRDefault="00302C99" w:rsidP="00CD0637">
      <w:pPr>
        <w:pStyle w:val="Heading4"/>
        <w:jc w:val="left"/>
        <w:rPr>
          <w:bCs/>
          <w:szCs w:val="24"/>
        </w:rPr>
      </w:pPr>
      <w:r>
        <w:rPr>
          <w:szCs w:val="24"/>
        </w:rPr>
        <w:t xml:space="preserve">«Ураковское» </w:t>
      </w:r>
      <w:r>
        <w:rPr>
          <w:bCs/>
          <w:szCs w:val="24"/>
        </w:rPr>
        <w:t>на 2019 год и на плановый</w:t>
      </w:r>
    </w:p>
    <w:p w:rsidR="00302C99" w:rsidRDefault="00302C99" w:rsidP="00CD0637">
      <w:pPr>
        <w:pStyle w:val="Heading4"/>
        <w:jc w:val="left"/>
      </w:pPr>
      <w:r>
        <w:rPr>
          <w:bCs/>
          <w:szCs w:val="24"/>
        </w:rPr>
        <w:t xml:space="preserve">период </w:t>
      </w:r>
      <w:r>
        <w:t>2020 и 2021 годов» (в ред. решения</w:t>
      </w:r>
    </w:p>
    <w:p w:rsidR="00302C99" w:rsidRDefault="00302C99" w:rsidP="00CD0637">
      <w:pPr>
        <w:pStyle w:val="Heading4"/>
        <w:jc w:val="left"/>
      </w:pPr>
      <w:r>
        <w:t xml:space="preserve"> № 110 от 30.01.2019 года, № 119 от 22.03.2019</w:t>
      </w:r>
    </w:p>
    <w:p w:rsidR="00302C99" w:rsidRDefault="00302C99" w:rsidP="00CD0637">
      <w:pPr>
        <w:pStyle w:val="Heading4"/>
        <w:jc w:val="left"/>
        <w:rPr>
          <w:bCs/>
          <w:szCs w:val="24"/>
        </w:rPr>
      </w:pPr>
      <w:r>
        <w:t xml:space="preserve"> года, № 124 от 25.04.2019 года)</w:t>
      </w:r>
    </w:p>
    <w:p w:rsidR="00302C99" w:rsidRPr="005F79AD" w:rsidRDefault="00302C99" w:rsidP="003B28A4">
      <w:pPr>
        <w:jc w:val="both"/>
      </w:pPr>
    </w:p>
    <w:p w:rsidR="00302C99" w:rsidRPr="005F79AD" w:rsidRDefault="00302C99" w:rsidP="001C59DA">
      <w:pPr>
        <w:ind w:firstLine="567"/>
        <w:jc w:val="both"/>
      </w:pPr>
      <w:r w:rsidRPr="005F79AD">
        <w:t xml:space="preserve">Руководствуясь Бюджетным кодексом Российской Федерации, Уставом муниципального образования «Ураковское», Положением о бюджетном процессе в муниципальном образовании «Ураковское» </w:t>
      </w:r>
      <w:r w:rsidRPr="005F79AD">
        <w:rPr>
          <w:b/>
        </w:rPr>
        <w:t>Совет депутатов муниципального образования «Ураковское» РЕШИЛ:</w:t>
      </w:r>
    </w:p>
    <w:p w:rsidR="00302C99" w:rsidRPr="005F79AD" w:rsidRDefault="00302C99" w:rsidP="002D49F2">
      <w:pPr>
        <w:jc w:val="both"/>
        <w:rPr>
          <w:b/>
        </w:rPr>
      </w:pPr>
    </w:p>
    <w:p w:rsidR="00302C99" w:rsidRPr="00CD0637" w:rsidRDefault="00302C99" w:rsidP="00CD0637">
      <w:pPr>
        <w:jc w:val="both"/>
      </w:pPr>
      <w:r w:rsidRPr="00CD0637">
        <w:t xml:space="preserve">1. Внести следующие изменения в решение Совета депутатов муниципального </w:t>
      </w:r>
      <w:r>
        <w:t>образования «Ураковское»</w:t>
      </w:r>
      <w:r w:rsidRPr="00CD0637">
        <w:t xml:space="preserve"> № 104 от 25.12.2018 года «О бюджете муниципального образования «Ураковское» </w:t>
      </w:r>
      <w:r w:rsidRPr="00CD0637">
        <w:rPr>
          <w:bCs/>
        </w:rPr>
        <w:t xml:space="preserve">на 2019 год и на плановый период </w:t>
      </w:r>
      <w:r w:rsidRPr="00CD0637">
        <w:t>2020 и 2021 годов» (в ред. решения № 110 от 30.01.2019 года, № 119 от 22.03.2019 года, № 124 от 25.04.2019 года):</w:t>
      </w:r>
    </w:p>
    <w:p w:rsidR="00302C99" w:rsidRPr="00CD0637" w:rsidRDefault="00302C99" w:rsidP="00CD0637">
      <w:pPr>
        <w:ind w:firstLine="567"/>
        <w:jc w:val="both"/>
      </w:pPr>
    </w:p>
    <w:p w:rsidR="00302C99" w:rsidRPr="00A66456" w:rsidRDefault="00302C99" w:rsidP="00A30687">
      <w:pPr>
        <w:ind w:firstLine="567"/>
        <w:jc w:val="both"/>
      </w:pPr>
      <w:r w:rsidRPr="005A78F0">
        <w:t>1.</w:t>
      </w:r>
      <w:r>
        <w:t>1</w:t>
      </w:r>
      <w:r w:rsidRPr="005A78F0">
        <w:t>. В связи с передачей части полномочий по содержанию</w:t>
      </w:r>
      <w:r w:rsidRPr="00A66456">
        <w:t xml:space="preserve"> дорог межпоселенческого и внутрипоселенческого назначения</w:t>
      </w:r>
      <w:r>
        <w:t xml:space="preserve"> в 2019 году</w:t>
      </w:r>
      <w:r w:rsidRPr="00A66456">
        <w:t>:</w:t>
      </w:r>
    </w:p>
    <w:p w:rsidR="00302C99" w:rsidRPr="00A66456" w:rsidRDefault="00302C99" w:rsidP="00A30687">
      <w:pPr>
        <w:jc w:val="both"/>
        <w:rPr>
          <w:color w:val="FF0000"/>
        </w:rPr>
      </w:pPr>
    </w:p>
    <w:p w:rsidR="00302C99" w:rsidRPr="00ED6200" w:rsidRDefault="00302C99" w:rsidP="00A30687">
      <w:pPr>
        <w:ind w:firstLine="567"/>
        <w:jc w:val="both"/>
      </w:pPr>
      <w:r w:rsidRPr="00ED6200">
        <w:t>1.</w:t>
      </w:r>
      <w:r>
        <w:t>1</w:t>
      </w:r>
      <w:r w:rsidRPr="00ED6200">
        <w:t>.1.Увеличить доходную часть бюджета МО «</w:t>
      </w:r>
      <w:r>
        <w:t>Ураковское</w:t>
      </w:r>
      <w:r w:rsidRPr="00ED6200">
        <w:t>»</w:t>
      </w:r>
      <w:r>
        <w:t xml:space="preserve"> на 209,8</w:t>
      </w:r>
      <w:r w:rsidRPr="00ED6200">
        <w:t xml:space="preserve"> тыс. руб.:</w:t>
      </w:r>
    </w:p>
    <w:p w:rsidR="00302C99" w:rsidRPr="00ED6200" w:rsidRDefault="00302C99" w:rsidP="00A30687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302C99" w:rsidRPr="00ED6200" w:rsidTr="00A30687">
        <w:tc>
          <w:tcPr>
            <w:tcW w:w="648" w:type="dxa"/>
            <w:vAlign w:val="center"/>
          </w:tcPr>
          <w:p w:rsidR="00302C99" w:rsidRPr="00ED6200" w:rsidRDefault="00302C99" w:rsidP="00A306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302C99" w:rsidRPr="00ED6200" w:rsidRDefault="00302C99" w:rsidP="00A306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302C99" w:rsidRPr="00ED6200" w:rsidRDefault="00302C99" w:rsidP="00A306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302C99" w:rsidRPr="00ED6200" w:rsidRDefault="00302C99" w:rsidP="00A306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302C99" w:rsidRPr="00ED6200" w:rsidRDefault="00302C99" w:rsidP="00A306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302C99" w:rsidRPr="00ED6200" w:rsidRDefault="00302C99" w:rsidP="00A306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302C99" w:rsidRPr="00ED6200" w:rsidTr="00A30687">
        <w:tc>
          <w:tcPr>
            <w:tcW w:w="648" w:type="dxa"/>
            <w:vAlign w:val="center"/>
          </w:tcPr>
          <w:p w:rsidR="00302C99" w:rsidRPr="009972DA" w:rsidRDefault="00302C99" w:rsidP="00A30687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302C99" w:rsidRPr="009972DA" w:rsidRDefault="00302C99" w:rsidP="00A30687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vAlign w:val="center"/>
          </w:tcPr>
          <w:p w:rsidR="00302C99" w:rsidRPr="009972DA" w:rsidRDefault="00302C99" w:rsidP="00A30687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302C99" w:rsidRPr="009972DA" w:rsidRDefault="00302C99" w:rsidP="00A30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209,8</w:t>
            </w:r>
          </w:p>
        </w:tc>
      </w:tr>
    </w:tbl>
    <w:p w:rsidR="00302C99" w:rsidRPr="00ED6200" w:rsidRDefault="00302C99" w:rsidP="00A30687">
      <w:pPr>
        <w:jc w:val="both"/>
        <w:rPr>
          <w:b/>
        </w:rPr>
      </w:pPr>
    </w:p>
    <w:p w:rsidR="00302C99" w:rsidRDefault="00302C99" w:rsidP="00A30687">
      <w:pPr>
        <w:ind w:firstLine="567"/>
        <w:jc w:val="both"/>
      </w:pPr>
      <w:r w:rsidRPr="00ED6200">
        <w:t>1.</w:t>
      </w:r>
      <w:r>
        <w:t>1</w:t>
      </w:r>
      <w:r w:rsidRPr="00ED6200">
        <w:t>.2. Увеличить расходную часть бюджета МО «</w:t>
      </w:r>
      <w:r>
        <w:t>Ураковское</w:t>
      </w:r>
      <w:r w:rsidRPr="00ED6200">
        <w:t>»</w:t>
      </w:r>
      <w:r>
        <w:t xml:space="preserve"> на 209,8</w:t>
      </w:r>
      <w:r w:rsidRPr="00ED6200">
        <w:t xml:space="preserve"> тыс. руб. по следующим направлениям:</w:t>
      </w:r>
    </w:p>
    <w:p w:rsidR="00302C99" w:rsidRDefault="00302C99" w:rsidP="00A30687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302C99" w:rsidRPr="00ED6200" w:rsidTr="00A30687">
        <w:trPr>
          <w:trHeight w:val="663"/>
        </w:trPr>
        <w:tc>
          <w:tcPr>
            <w:tcW w:w="644" w:type="dxa"/>
            <w:vAlign w:val="center"/>
          </w:tcPr>
          <w:p w:rsidR="00302C99" w:rsidRPr="00ED6200" w:rsidRDefault="00302C99" w:rsidP="00A306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302C99" w:rsidRPr="00ED6200" w:rsidRDefault="00302C99" w:rsidP="00A306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302C99" w:rsidRPr="00ED6200" w:rsidRDefault="00302C99" w:rsidP="00A306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302C99" w:rsidRPr="00ED6200" w:rsidRDefault="00302C99" w:rsidP="00A306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302C99" w:rsidRPr="00ED6200" w:rsidRDefault="00302C99" w:rsidP="00A306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302C99" w:rsidRPr="00ED6200" w:rsidRDefault="00302C99" w:rsidP="00A306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302C99" w:rsidRPr="00ED6200" w:rsidTr="00A30687">
        <w:trPr>
          <w:trHeight w:val="1349"/>
        </w:trPr>
        <w:tc>
          <w:tcPr>
            <w:tcW w:w="644" w:type="dxa"/>
            <w:vAlign w:val="center"/>
          </w:tcPr>
          <w:p w:rsidR="00302C99" w:rsidRPr="00ED6200" w:rsidRDefault="00302C99" w:rsidP="00A30687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302C99" w:rsidRPr="00ED6200" w:rsidRDefault="00302C99" w:rsidP="00A30687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vAlign w:val="center"/>
          </w:tcPr>
          <w:p w:rsidR="00302C99" w:rsidRPr="00ED6200" w:rsidRDefault="00302C99" w:rsidP="00A30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221 0409 99000</w:t>
            </w:r>
            <w:r w:rsidRPr="00ED6200">
              <w:rPr>
                <w:lang w:eastAsia="en-US"/>
              </w:rPr>
              <w:t>62520 244</w:t>
            </w:r>
          </w:p>
        </w:tc>
        <w:tc>
          <w:tcPr>
            <w:tcW w:w="1267" w:type="dxa"/>
            <w:vAlign w:val="center"/>
          </w:tcPr>
          <w:p w:rsidR="00302C99" w:rsidRPr="00ED6200" w:rsidRDefault="00302C99" w:rsidP="00AB79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122,8</w:t>
            </w:r>
          </w:p>
        </w:tc>
      </w:tr>
      <w:tr w:rsidR="00302C99" w:rsidRPr="00ED6200" w:rsidTr="00A30687">
        <w:trPr>
          <w:trHeight w:val="1349"/>
        </w:trPr>
        <w:tc>
          <w:tcPr>
            <w:tcW w:w="644" w:type="dxa"/>
            <w:vAlign w:val="center"/>
          </w:tcPr>
          <w:p w:rsidR="00302C99" w:rsidRPr="00ED6200" w:rsidRDefault="00302C99" w:rsidP="00A30687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2.</w:t>
            </w:r>
          </w:p>
        </w:tc>
        <w:tc>
          <w:tcPr>
            <w:tcW w:w="4743" w:type="dxa"/>
            <w:vAlign w:val="center"/>
          </w:tcPr>
          <w:p w:rsidR="00302C99" w:rsidRPr="00ED6200" w:rsidRDefault="00302C99" w:rsidP="00A30687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vAlign w:val="center"/>
          </w:tcPr>
          <w:p w:rsidR="00302C99" w:rsidRPr="00ED6200" w:rsidRDefault="00302C99" w:rsidP="00A30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</w:t>
            </w:r>
            <w:r w:rsidRPr="00ED6200">
              <w:rPr>
                <w:lang w:eastAsia="en-US"/>
              </w:rPr>
              <w:t xml:space="preserve"> 0409 </w:t>
            </w:r>
            <w:r>
              <w:rPr>
                <w:lang w:eastAsia="en-US"/>
              </w:rPr>
              <w:t>99000</w:t>
            </w:r>
            <w:r w:rsidRPr="00ED6200">
              <w:rPr>
                <w:lang w:eastAsia="en-US"/>
              </w:rPr>
              <w:t>62510 244</w:t>
            </w:r>
          </w:p>
        </w:tc>
        <w:tc>
          <w:tcPr>
            <w:tcW w:w="1267" w:type="dxa"/>
            <w:vAlign w:val="center"/>
          </w:tcPr>
          <w:p w:rsidR="00302C99" w:rsidRDefault="00302C99" w:rsidP="00A30687">
            <w:pPr>
              <w:spacing w:line="276" w:lineRule="auto"/>
              <w:jc w:val="center"/>
              <w:rPr>
                <w:lang w:eastAsia="en-US"/>
              </w:rPr>
            </w:pPr>
          </w:p>
          <w:p w:rsidR="00302C99" w:rsidRPr="00ED6200" w:rsidRDefault="00302C99" w:rsidP="00A30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-63,0</w:t>
            </w:r>
          </w:p>
        </w:tc>
      </w:tr>
      <w:tr w:rsidR="00302C99" w:rsidRPr="00ED6200" w:rsidTr="00A30687">
        <w:trPr>
          <w:trHeight w:val="1349"/>
        </w:trPr>
        <w:tc>
          <w:tcPr>
            <w:tcW w:w="644" w:type="dxa"/>
            <w:vAlign w:val="center"/>
          </w:tcPr>
          <w:p w:rsidR="00302C99" w:rsidRPr="00ED6200" w:rsidRDefault="00302C99" w:rsidP="00A30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43" w:type="dxa"/>
            <w:vAlign w:val="center"/>
          </w:tcPr>
          <w:p w:rsidR="00302C99" w:rsidRPr="00ED6200" w:rsidRDefault="00302C99" w:rsidP="00A30687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  <w:r>
              <w:rPr>
                <w:lang w:eastAsia="en-US"/>
              </w:rPr>
              <w:t xml:space="preserve"> (инициативное бюджетирование, районный проект)</w:t>
            </w:r>
          </w:p>
        </w:tc>
        <w:tc>
          <w:tcPr>
            <w:tcW w:w="2844" w:type="dxa"/>
            <w:vAlign w:val="center"/>
          </w:tcPr>
          <w:p w:rsidR="00302C99" w:rsidRDefault="00302C99" w:rsidP="00A30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221 0409 9900062521 244</w:t>
            </w:r>
          </w:p>
        </w:tc>
        <w:tc>
          <w:tcPr>
            <w:tcW w:w="1267" w:type="dxa"/>
            <w:vAlign w:val="center"/>
          </w:tcPr>
          <w:p w:rsidR="00302C99" w:rsidRDefault="00302C99" w:rsidP="00A3068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150,0</w:t>
            </w:r>
          </w:p>
        </w:tc>
      </w:tr>
    </w:tbl>
    <w:p w:rsidR="00302C99" w:rsidRDefault="00302C99" w:rsidP="00CC449A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</w:p>
    <w:p w:rsidR="00302C99" w:rsidRDefault="00302C99" w:rsidP="00CC449A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В связи с прогнозируемым поступлением дополнительных доходов, в целях реализации муниципального проекта инициативного бюджетирования «Наше село» на территории муниципальных образований – сельских поселений Глазовского района:</w:t>
      </w:r>
    </w:p>
    <w:p w:rsidR="00302C99" w:rsidRDefault="00302C99" w:rsidP="00CC449A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</w:p>
    <w:p w:rsidR="00302C99" w:rsidRDefault="00302C99" w:rsidP="00CC449A">
      <w:pPr>
        <w:ind w:firstLine="567"/>
        <w:jc w:val="both"/>
      </w:pPr>
      <w:r>
        <w:t xml:space="preserve">1.2.1. </w:t>
      </w:r>
      <w:r w:rsidRPr="00ED6200">
        <w:t>Увеличить доходную часть бюджета МО «</w:t>
      </w:r>
      <w:r>
        <w:t>Ураковское</w:t>
      </w:r>
      <w:r w:rsidRPr="00ED6200">
        <w:t>»</w:t>
      </w:r>
      <w:r>
        <w:t xml:space="preserve"> на 35,6 </w:t>
      </w:r>
      <w:r w:rsidRPr="00ED6200">
        <w:t>тыс. руб.:</w:t>
      </w:r>
    </w:p>
    <w:p w:rsidR="00302C99" w:rsidRDefault="00302C99" w:rsidP="00CC449A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3118"/>
        <w:gridCol w:w="1134"/>
      </w:tblGrid>
      <w:tr w:rsidR="00302C99" w:rsidRPr="00972993" w:rsidTr="00CC449A">
        <w:tc>
          <w:tcPr>
            <w:tcW w:w="648" w:type="dxa"/>
            <w:vAlign w:val="center"/>
          </w:tcPr>
          <w:p w:rsidR="00302C99" w:rsidRPr="00972993" w:rsidRDefault="00302C99" w:rsidP="00CC449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302C99" w:rsidRPr="00972993" w:rsidRDefault="00302C99" w:rsidP="00CC449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302C99" w:rsidRPr="00972993" w:rsidRDefault="00302C99" w:rsidP="00CC449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vAlign w:val="center"/>
          </w:tcPr>
          <w:p w:rsidR="00302C99" w:rsidRPr="00972993" w:rsidRDefault="00302C99" w:rsidP="00CC449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vAlign w:val="center"/>
          </w:tcPr>
          <w:p w:rsidR="00302C99" w:rsidRPr="00972993" w:rsidRDefault="00302C99" w:rsidP="00CC449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302C99" w:rsidRPr="00972993" w:rsidRDefault="00302C99" w:rsidP="00CC449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302C99" w:rsidRPr="00EF38CB" w:rsidTr="00CC449A">
        <w:tc>
          <w:tcPr>
            <w:tcW w:w="648" w:type="dxa"/>
            <w:vAlign w:val="center"/>
          </w:tcPr>
          <w:p w:rsidR="00302C99" w:rsidRPr="004436A6" w:rsidRDefault="00302C99" w:rsidP="00CC449A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F41B27">
              <w:rPr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302C99" w:rsidRPr="00C2159E" w:rsidRDefault="00302C99" w:rsidP="00CC449A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6D3924">
              <w:rPr>
                <w:lang w:eastAsia="en-US"/>
              </w:rPr>
              <w:t>Прочие неналоговые доходы бюджетов сельских поселений</w:t>
            </w:r>
            <w:r>
              <w:rPr>
                <w:lang w:eastAsia="en-US"/>
              </w:rPr>
              <w:t xml:space="preserve"> (денежные поступления </w:t>
            </w:r>
            <w:r w:rsidRPr="00386A55">
              <w:rPr>
                <w:lang w:eastAsia="en-US"/>
              </w:rPr>
              <w:t>от населения</w:t>
            </w:r>
            <w:r>
              <w:rPr>
                <w:lang w:eastAsia="en-US"/>
              </w:rPr>
              <w:t xml:space="preserve"> на реализацию проектов поддержки местных инициатив по проекту №1)</w:t>
            </w:r>
          </w:p>
        </w:tc>
        <w:tc>
          <w:tcPr>
            <w:tcW w:w="3118" w:type="dxa"/>
            <w:vAlign w:val="center"/>
          </w:tcPr>
          <w:p w:rsidR="00302C99" w:rsidRPr="00C2159E" w:rsidRDefault="00302C99" w:rsidP="00CC449A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221 11705050 10 0031 180</w:t>
            </w:r>
          </w:p>
        </w:tc>
        <w:tc>
          <w:tcPr>
            <w:tcW w:w="1134" w:type="dxa"/>
            <w:vAlign w:val="center"/>
          </w:tcPr>
          <w:p w:rsidR="00302C99" w:rsidRPr="00065BA9" w:rsidRDefault="00302C99" w:rsidP="00CC449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35,6</w:t>
            </w:r>
          </w:p>
        </w:tc>
      </w:tr>
    </w:tbl>
    <w:p w:rsidR="00302C99" w:rsidRDefault="00302C99" w:rsidP="00CC449A">
      <w:pPr>
        <w:ind w:firstLine="567"/>
        <w:jc w:val="both"/>
      </w:pPr>
    </w:p>
    <w:p w:rsidR="00302C99" w:rsidRDefault="00302C99" w:rsidP="00CC449A">
      <w:pPr>
        <w:ind w:firstLine="567"/>
        <w:jc w:val="both"/>
      </w:pPr>
      <w:r>
        <w:t xml:space="preserve">1.2.2. </w:t>
      </w:r>
      <w:r w:rsidRPr="00ED6200">
        <w:t>Увеличить расходную часть бюджета МО «</w:t>
      </w:r>
      <w:r>
        <w:t>Ураковское</w:t>
      </w:r>
      <w:r w:rsidRPr="00ED6200">
        <w:t>»</w:t>
      </w:r>
      <w:r>
        <w:t xml:space="preserve"> на 35,6 </w:t>
      </w:r>
      <w:r w:rsidRPr="00ED6200">
        <w:t>тыс. руб. по следующим направлениям</w:t>
      </w:r>
      <w:r>
        <w:t>:</w:t>
      </w:r>
    </w:p>
    <w:p w:rsidR="00302C99" w:rsidRDefault="00302C99" w:rsidP="00CC449A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7"/>
        <w:gridCol w:w="4820"/>
        <w:gridCol w:w="2835"/>
        <w:gridCol w:w="1276"/>
      </w:tblGrid>
      <w:tr w:rsidR="00302C99" w:rsidRPr="00972993" w:rsidTr="00CC449A">
        <w:trPr>
          <w:trHeight w:val="612"/>
        </w:trPr>
        <w:tc>
          <w:tcPr>
            <w:tcW w:w="597" w:type="dxa"/>
            <w:vAlign w:val="center"/>
          </w:tcPr>
          <w:p w:rsidR="00302C99" w:rsidRPr="00972993" w:rsidRDefault="00302C99" w:rsidP="00CC449A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302C99" w:rsidRPr="00972993" w:rsidRDefault="00302C99" w:rsidP="00CC449A">
            <w:pPr>
              <w:ind w:left="-645" w:firstLine="567"/>
              <w:jc w:val="center"/>
              <w:rPr>
                <w:b/>
              </w:rPr>
            </w:pPr>
            <w:r w:rsidRPr="00972993">
              <w:rPr>
                <w:b/>
              </w:rPr>
              <w:t>п/п</w:t>
            </w:r>
          </w:p>
        </w:tc>
        <w:tc>
          <w:tcPr>
            <w:tcW w:w="4820" w:type="dxa"/>
            <w:vAlign w:val="center"/>
          </w:tcPr>
          <w:p w:rsidR="00302C99" w:rsidRPr="00972993" w:rsidRDefault="00302C99" w:rsidP="00CC449A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vAlign w:val="center"/>
          </w:tcPr>
          <w:p w:rsidR="00302C99" w:rsidRPr="00972993" w:rsidRDefault="00302C99" w:rsidP="00CC449A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vAlign w:val="center"/>
          </w:tcPr>
          <w:p w:rsidR="00302C99" w:rsidRPr="00972993" w:rsidRDefault="00302C99" w:rsidP="00CC449A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302C99" w:rsidTr="00CC449A">
        <w:trPr>
          <w:trHeight w:val="612"/>
        </w:trPr>
        <w:tc>
          <w:tcPr>
            <w:tcW w:w="597" w:type="dxa"/>
            <w:vAlign w:val="center"/>
          </w:tcPr>
          <w:p w:rsidR="00302C99" w:rsidRPr="00972993" w:rsidRDefault="00302C99" w:rsidP="00CC449A">
            <w:pPr>
              <w:jc w:val="center"/>
            </w:pPr>
            <w:r>
              <w:t>1.</w:t>
            </w:r>
          </w:p>
        </w:tc>
        <w:tc>
          <w:tcPr>
            <w:tcW w:w="4820" w:type="dxa"/>
            <w:vAlign w:val="center"/>
          </w:tcPr>
          <w:p w:rsidR="00302C99" w:rsidRPr="00DB5FEA" w:rsidRDefault="00302C99" w:rsidP="00CC449A">
            <w:pPr>
              <w:jc w:val="both"/>
            </w:pPr>
            <w:r w:rsidRPr="00AC00AB">
              <w:t>Капитальный ремонт, ремонт и содержание автомобильных дорог общего пользования местного значения в границах населенных пунктов (инициативное бюджетирование, районный проект)</w:t>
            </w:r>
          </w:p>
        </w:tc>
        <w:tc>
          <w:tcPr>
            <w:tcW w:w="2835" w:type="dxa"/>
            <w:vAlign w:val="center"/>
          </w:tcPr>
          <w:p w:rsidR="00302C99" w:rsidRPr="00972993" w:rsidRDefault="00302C99" w:rsidP="00DB23D5">
            <w:pPr>
              <w:jc w:val="both"/>
            </w:pPr>
            <w:r>
              <w:t>221 0409 990006</w:t>
            </w:r>
            <w:bookmarkStart w:id="0" w:name="_GoBack"/>
            <w:bookmarkEnd w:id="0"/>
            <w:r>
              <w:t>2521 244</w:t>
            </w:r>
          </w:p>
        </w:tc>
        <w:tc>
          <w:tcPr>
            <w:tcW w:w="1276" w:type="dxa"/>
            <w:vAlign w:val="center"/>
          </w:tcPr>
          <w:p w:rsidR="00302C99" w:rsidRDefault="00302C99" w:rsidP="00CC449A">
            <w:pPr>
              <w:jc w:val="center"/>
            </w:pPr>
            <w:r>
              <w:t>35,6</w:t>
            </w:r>
          </w:p>
        </w:tc>
      </w:tr>
    </w:tbl>
    <w:p w:rsidR="00302C99" w:rsidRDefault="00302C99" w:rsidP="00BB4EE4">
      <w:pPr>
        <w:ind w:firstLine="567"/>
        <w:jc w:val="both"/>
      </w:pPr>
    </w:p>
    <w:p w:rsidR="00302C99" w:rsidRDefault="00302C99" w:rsidP="00BB4EE4">
      <w:pPr>
        <w:ind w:firstLine="567"/>
        <w:jc w:val="both"/>
      </w:pPr>
      <w:r>
        <w:t>1.3. В соответствии с Распоряжением Администрации муниципального образования «Ураковское» №14  от 28.05.2019 года произвести перемещение бюджетных ассигнований на проведение мероприятий, посвященных 74-ой годовщине Победы в Великой Отечественной войне и чествованию ветеранов-участников трудового фронта:</w:t>
      </w:r>
    </w:p>
    <w:p w:rsidR="00302C99" w:rsidRDefault="00302C99" w:rsidP="00BB4EE4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7"/>
        <w:gridCol w:w="4536"/>
        <w:gridCol w:w="3119"/>
        <w:gridCol w:w="1276"/>
      </w:tblGrid>
      <w:tr w:rsidR="00302C99" w:rsidRPr="00972993" w:rsidTr="00EC7C09">
        <w:trPr>
          <w:trHeight w:val="612"/>
        </w:trPr>
        <w:tc>
          <w:tcPr>
            <w:tcW w:w="597" w:type="dxa"/>
            <w:vAlign w:val="center"/>
          </w:tcPr>
          <w:p w:rsidR="00302C99" w:rsidRPr="00972993" w:rsidRDefault="00302C99" w:rsidP="00EC7C09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302C99" w:rsidRPr="00972993" w:rsidRDefault="00302C99" w:rsidP="00EC7C09">
            <w:pPr>
              <w:ind w:left="-645" w:firstLine="567"/>
              <w:jc w:val="center"/>
              <w:rPr>
                <w:b/>
              </w:rPr>
            </w:pPr>
            <w:r w:rsidRPr="00972993">
              <w:rPr>
                <w:b/>
              </w:rPr>
              <w:t>п/п</w:t>
            </w:r>
          </w:p>
        </w:tc>
        <w:tc>
          <w:tcPr>
            <w:tcW w:w="4536" w:type="dxa"/>
            <w:vAlign w:val="center"/>
          </w:tcPr>
          <w:p w:rsidR="00302C99" w:rsidRPr="00972993" w:rsidRDefault="00302C99" w:rsidP="00EC7C09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3119" w:type="dxa"/>
            <w:vAlign w:val="center"/>
          </w:tcPr>
          <w:p w:rsidR="00302C99" w:rsidRPr="00972993" w:rsidRDefault="00302C99" w:rsidP="00EC7C09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vAlign w:val="center"/>
          </w:tcPr>
          <w:p w:rsidR="00302C99" w:rsidRPr="00972993" w:rsidRDefault="00302C99" w:rsidP="00EC7C09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302C99" w:rsidTr="00EC7C09">
        <w:trPr>
          <w:trHeight w:val="612"/>
        </w:trPr>
        <w:tc>
          <w:tcPr>
            <w:tcW w:w="597" w:type="dxa"/>
            <w:vAlign w:val="center"/>
          </w:tcPr>
          <w:p w:rsidR="00302C99" w:rsidRPr="00972993" w:rsidRDefault="00302C99" w:rsidP="00EC7C09">
            <w:pPr>
              <w:jc w:val="center"/>
            </w:pPr>
            <w:r>
              <w:t>1.</w:t>
            </w:r>
          </w:p>
        </w:tc>
        <w:tc>
          <w:tcPr>
            <w:tcW w:w="4536" w:type="dxa"/>
            <w:vAlign w:val="center"/>
          </w:tcPr>
          <w:p w:rsidR="00302C99" w:rsidRPr="00DB5FEA" w:rsidRDefault="00302C99" w:rsidP="00BB4EE4">
            <w:pPr>
              <w:jc w:val="both"/>
            </w:pPr>
            <w:r>
              <w:t>Аппарат. Содержание и текущий ремонт имущества</w:t>
            </w:r>
          </w:p>
        </w:tc>
        <w:tc>
          <w:tcPr>
            <w:tcW w:w="3119" w:type="dxa"/>
            <w:vAlign w:val="center"/>
          </w:tcPr>
          <w:p w:rsidR="00302C99" w:rsidRPr="00972993" w:rsidRDefault="00302C99" w:rsidP="00BB4EE4">
            <w:pPr>
              <w:jc w:val="center"/>
            </w:pPr>
            <w:r>
              <w:t>221 0104 9900060030 244 22503</w:t>
            </w:r>
          </w:p>
        </w:tc>
        <w:tc>
          <w:tcPr>
            <w:tcW w:w="1276" w:type="dxa"/>
            <w:vAlign w:val="center"/>
          </w:tcPr>
          <w:p w:rsidR="00302C99" w:rsidRDefault="00302C99" w:rsidP="00BB4EE4">
            <w:pPr>
              <w:jc w:val="center"/>
            </w:pPr>
            <w:r>
              <w:t>-2,6</w:t>
            </w:r>
          </w:p>
        </w:tc>
      </w:tr>
      <w:tr w:rsidR="00302C99" w:rsidTr="00EC7C09">
        <w:trPr>
          <w:trHeight w:val="612"/>
        </w:trPr>
        <w:tc>
          <w:tcPr>
            <w:tcW w:w="597" w:type="dxa"/>
            <w:vAlign w:val="center"/>
          </w:tcPr>
          <w:p w:rsidR="00302C99" w:rsidRDefault="00302C99" w:rsidP="00EC7C09">
            <w:pPr>
              <w:jc w:val="center"/>
            </w:pPr>
            <w:r>
              <w:t>2.</w:t>
            </w:r>
          </w:p>
        </w:tc>
        <w:tc>
          <w:tcPr>
            <w:tcW w:w="4536" w:type="dxa"/>
            <w:vAlign w:val="center"/>
          </w:tcPr>
          <w:p w:rsidR="00302C99" w:rsidRPr="00DB5FEA" w:rsidRDefault="00302C99" w:rsidP="00EC7C09">
            <w:pPr>
              <w:jc w:val="both"/>
            </w:pPr>
            <w:r>
              <w:t>Другие общегосударственные вопросы. Мероприятия на проведение районных праздников, чествование заслуженных работников</w:t>
            </w:r>
          </w:p>
        </w:tc>
        <w:tc>
          <w:tcPr>
            <w:tcW w:w="3119" w:type="dxa"/>
            <w:vAlign w:val="center"/>
          </w:tcPr>
          <w:p w:rsidR="00302C99" w:rsidRDefault="00302C99" w:rsidP="00BB4EE4">
            <w:pPr>
              <w:jc w:val="center"/>
            </w:pPr>
            <w:r>
              <w:t>221 0113 9900060110 244 29602</w:t>
            </w:r>
          </w:p>
        </w:tc>
        <w:tc>
          <w:tcPr>
            <w:tcW w:w="1276" w:type="dxa"/>
            <w:vAlign w:val="center"/>
          </w:tcPr>
          <w:p w:rsidR="00302C99" w:rsidRDefault="00302C99" w:rsidP="00EC7C09">
            <w:pPr>
              <w:jc w:val="center"/>
            </w:pPr>
            <w:r>
              <w:t>2,6</w:t>
            </w:r>
          </w:p>
        </w:tc>
      </w:tr>
    </w:tbl>
    <w:p w:rsidR="00302C99" w:rsidRDefault="00302C99" w:rsidP="00A30687">
      <w:pPr>
        <w:ind w:firstLine="567"/>
        <w:jc w:val="both"/>
      </w:pPr>
    </w:p>
    <w:p w:rsidR="00302C99" w:rsidRPr="001D3FF2" w:rsidRDefault="00302C99" w:rsidP="001D3FF2">
      <w:pPr>
        <w:ind w:firstLine="567"/>
        <w:jc w:val="both"/>
        <w:rPr>
          <w:color w:val="FF0000"/>
        </w:rPr>
      </w:pPr>
      <w:r w:rsidRPr="00243A41">
        <w:t>2. Утвердить бюджет МО «Ураковское» на 20</w:t>
      </w:r>
      <w:r>
        <w:t>19</w:t>
      </w:r>
      <w:r w:rsidRPr="00243A41">
        <w:t xml:space="preserve"> год по </w:t>
      </w:r>
      <w:r w:rsidRPr="00076313">
        <w:t xml:space="preserve">доходам </w:t>
      </w:r>
      <w:r w:rsidRPr="009938AA">
        <w:t xml:space="preserve">в сумме </w:t>
      </w:r>
      <w:r w:rsidRPr="000E356C">
        <w:t>3536,4</w:t>
      </w:r>
      <w:r w:rsidRPr="000B07E4">
        <w:t xml:space="preserve"> </w:t>
      </w:r>
      <w:r w:rsidRPr="00EC6690">
        <w:t>тыс.</w:t>
      </w:r>
      <w:r w:rsidRPr="001D3FF2">
        <w:t xml:space="preserve"> руб., по расходам </w:t>
      </w:r>
      <w:r w:rsidRPr="00377BF8">
        <w:t xml:space="preserve">в сумме </w:t>
      </w:r>
      <w:r>
        <w:t>3736,2</w:t>
      </w:r>
      <w:r w:rsidRPr="00377BF8">
        <w:t xml:space="preserve"> тыс. руб.</w:t>
      </w:r>
    </w:p>
    <w:p w:rsidR="00302C99" w:rsidRPr="00CD0637" w:rsidRDefault="00302C99" w:rsidP="00CD0637">
      <w:r>
        <w:t xml:space="preserve">         </w:t>
      </w:r>
      <w:r w:rsidRPr="00F532DE">
        <w:t xml:space="preserve">3. </w:t>
      </w:r>
      <w:r w:rsidRPr="00CD0637">
        <w:t>Внести соответствующие изменения в Приложения № 1,2,7,9,11 решения Совета депутатов муниципального образования «Ураковское» «Урако</w:t>
      </w:r>
      <w:r>
        <w:t xml:space="preserve">вское» № 104 от 25.12.2018 года </w:t>
      </w:r>
      <w:r w:rsidRPr="00CD0637">
        <w:t>«О бюджете муниципального образования</w:t>
      </w:r>
      <w:r>
        <w:t xml:space="preserve"> </w:t>
      </w:r>
      <w:r w:rsidRPr="00CD0637">
        <w:t xml:space="preserve">«Ураковское» </w:t>
      </w:r>
      <w:r w:rsidRPr="00CD0637">
        <w:rPr>
          <w:bCs/>
        </w:rPr>
        <w:t>на 2019 год и на плановый</w:t>
      </w:r>
    </w:p>
    <w:p w:rsidR="00302C99" w:rsidRDefault="00302C99" w:rsidP="00CD0637">
      <w:pPr>
        <w:jc w:val="both"/>
      </w:pPr>
      <w:r w:rsidRPr="00CD0637">
        <w:rPr>
          <w:bCs/>
        </w:rPr>
        <w:t xml:space="preserve">период </w:t>
      </w:r>
      <w:r w:rsidRPr="00CD0637">
        <w:t>2020 и 2021 годов» (в ред. решения № 110 от 30.01.2019 года, № 119 от 22.03.2019 года, № 124 от 25.04.2019 года)</w:t>
      </w:r>
      <w:r>
        <w:t>;</w:t>
      </w:r>
    </w:p>
    <w:p w:rsidR="00302C99" w:rsidRDefault="00302C99" w:rsidP="00CD0637">
      <w:pPr>
        <w:ind w:firstLine="567"/>
        <w:jc w:val="both"/>
        <w:rPr>
          <w:b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05-10-2019 от 29.12.2018 г.</w:t>
      </w:r>
    </w:p>
    <w:p w:rsidR="00302C99" w:rsidRDefault="00302C99" w:rsidP="00BD5C92">
      <w:pPr>
        <w:jc w:val="both"/>
      </w:pPr>
    </w:p>
    <w:p w:rsidR="00302C99" w:rsidRPr="00F532DE" w:rsidRDefault="00302C99" w:rsidP="002D49F2">
      <w:pPr>
        <w:ind w:left="360"/>
        <w:jc w:val="both"/>
      </w:pPr>
    </w:p>
    <w:p w:rsidR="00302C99" w:rsidRDefault="00302C99" w:rsidP="002E5B37">
      <w:pPr>
        <w:tabs>
          <w:tab w:val="left" w:pos="7845"/>
        </w:tabs>
        <w:ind w:left="360" w:hanging="360"/>
        <w:jc w:val="both"/>
        <w:rPr>
          <w:b/>
        </w:rPr>
      </w:pPr>
      <w:r w:rsidRPr="00F532DE">
        <w:rPr>
          <w:b/>
        </w:rPr>
        <w:t>Глава муниципального</w:t>
      </w:r>
    </w:p>
    <w:p w:rsidR="00302C99" w:rsidRPr="00F532DE" w:rsidRDefault="00302C99" w:rsidP="00CD0637">
      <w:pPr>
        <w:tabs>
          <w:tab w:val="left" w:pos="7845"/>
        </w:tabs>
        <w:ind w:left="360" w:hanging="360"/>
        <w:jc w:val="both"/>
        <w:rPr>
          <w:b/>
        </w:rPr>
      </w:pPr>
      <w:r>
        <w:rPr>
          <w:b/>
        </w:rPr>
        <w:t xml:space="preserve">образования </w:t>
      </w:r>
      <w:r w:rsidRPr="00F532DE">
        <w:rPr>
          <w:b/>
        </w:rPr>
        <w:t xml:space="preserve">«Ураковское»                                                                 </w:t>
      </w:r>
      <w:r>
        <w:rPr>
          <w:b/>
        </w:rPr>
        <w:t>Т.В. Бабинцева</w:t>
      </w:r>
      <w:r w:rsidRPr="00F532DE">
        <w:rPr>
          <w:b/>
        </w:rPr>
        <w:t xml:space="preserve"> </w:t>
      </w:r>
    </w:p>
    <w:p w:rsidR="00302C99" w:rsidRPr="00F532DE" w:rsidRDefault="00302C99" w:rsidP="002D49F2">
      <w:pPr>
        <w:ind w:left="360"/>
        <w:jc w:val="both"/>
        <w:rPr>
          <w:b/>
        </w:rPr>
      </w:pPr>
    </w:p>
    <w:p w:rsidR="00302C99" w:rsidRPr="00F532DE" w:rsidRDefault="00302C99" w:rsidP="002D49F2">
      <w:pPr>
        <w:ind w:left="360"/>
        <w:jc w:val="both"/>
        <w:rPr>
          <w:b/>
        </w:rPr>
      </w:pPr>
    </w:p>
    <w:p w:rsidR="00302C99" w:rsidRPr="005F79AD" w:rsidRDefault="00302C99" w:rsidP="009F583F">
      <w:pPr>
        <w:rPr>
          <w:b/>
          <w:color w:val="FF0000"/>
        </w:rPr>
      </w:pPr>
    </w:p>
    <w:p w:rsidR="00302C99" w:rsidRPr="005F79AD" w:rsidRDefault="00302C99">
      <w:pPr>
        <w:rPr>
          <w:b/>
          <w:color w:val="FF0000"/>
        </w:rPr>
      </w:pPr>
    </w:p>
    <w:sectPr w:rsidR="00302C99" w:rsidRPr="005F79AD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32FF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5E6CC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CAA9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AAF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B74A5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9E097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82C75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9F4"/>
    <w:rsid w:val="00034544"/>
    <w:rsid w:val="00041A83"/>
    <w:rsid w:val="00051A02"/>
    <w:rsid w:val="00065BA9"/>
    <w:rsid w:val="00076313"/>
    <w:rsid w:val="000875D3"/>
    <w:rsid w:val="000B07E4"/>
    <w:rsid w:val="000B79F4"/>
    <w:rsid w:val="000E356C"/>
    <w:rsid w:val="00131A99"/>
    <w:rsid w:val="00132F6D"/>
    <w:rsid w:val="001466A8"/>
    <w:rsid w:val="00170080"/>
    <w:rsid w:val="00187597"/>
    <w:rsid w:val="0019658A"/>
    <w:rsid w:val="001C59DA"/>
    <w:rsid w:val="001D3FF2"/>
    <w:rsid w:val="001F5E43"/>
    <w:rsid w:val="00204275"/>
    <w:rsid w:val="00243A41"/>
    <w:rsid w:val="0027216D"/>
    <w:rsid w:val="002925E3"/>
    <w:rsid w:val="0029680A"/>
    <w:rsid w:val="002A7CDB"/>
    <w:rsid w:val="002C2F08"/>
    <w:rsid w:val="002D49F2"/>
    <w:rsid w:val="002E05F0"/>
    <w:rsid w:val="002E5B37"/>
    <w:rsid w:val="00302C99"/>
    <w:rsid w:val="00315A79"/>
    <w:rsid w:val="00350E82"/>
    <w:rsid w:val="00356124"/>
    <w:rsid w:val="0036110D"/>
    <w:rsid w:val="00365545"/>
    <w:rsid w:val="00377BF8"/>
    <w:rsid w:val="00385157"/>
    <w:rsid w:val="003857FB"/>
    <w:rsid w:val="00386A55"/>
    <w:rsid w:val="00392C16"/>
    <w:rsid w:val="003B0EB1"/>
    <w:rsid w:val="003B28A4"/>
    <w:rsid w:val="003C4757"/>
    <w:rsid w:val="003D2B34"/>
    <w:rsid w:val="003F06F0"/>
    <w:rsid w:val="0043062C"/>
    <w:rsid w:val="0043642D"/>
    <w:rsid w:val="004436A6"/>
    <w:rsid w:val="00487FBD"/>
    <w:rsid w:val="00492A05"/>
    <w:rsid w:val="00496697"/>
    <w:rsid w:val="004B5967"/>
    <w:rsid w:val="004D0A55"/>
    <w:rsid w:val="004D6EDB"/>
    <w:rsid w:val="00551212"/>
    <w:rsid w:val="00562C89"/>
    <w:rsid w:val="00572D6F"/>
    <w:rsid w:val="00580436"/>
    <w:rsid w:val="00581F97"/>
    <w:rsid w:val="005A09FE"/>
    <w:rsid w:val="005A78F0"/>
    <w:rsid w:val="005C1F3F"/>
    <w:rsid w:val="005C3999"/>
    <w:rsid w:val="005E64F0"/>
    <w:rsid w:val="005F79AD"/>
    <w:rsid w:val="00607531"/>
    <w:rsid w:val="006255E8"/>
    <w:rsid w:val="00660AFA"/>
    <w:rsid w:val="0067172A"/>
    <w:rsid w:val="006869D2"/>
    <w:rsid w:val="0069172B"/>
    <w:rsid w:val="00693979"/>
    <w:rsid w:val="006D3924"/>
    <w:rsid w:val="006E0DBA"/>
    <w:rsid w:val="006F468F"/>
    <w:rsid w:val="00703FA9"/>
    <w:rsid w:val="0075734A"/>
    <w:rsid w:val="00767BCF"/>
    <w:rsid w:val="00770018"/>
    <w:rsid w:val="007A6CB9"/>
    <w:rsid w:val="007B1716"/>
    <w:rsid w:val="007F78C2"/>
    <w:rsid w:val="0082268F"/>
    <w:rsid w:val="0082507B"/>
    <w:rsid w:val="008324A5"/>
    <w:rsid w:val="0085278A"/>
    <w:rsid w:val="00874290"/>
    <w:rsid w:val="00886BC2"/>
    <w:rsid w:val="008B3067"/>
    <w:rsid w:val="00956162"/>
    <w:rsid w:val="00972993"/>
    <w:rsid w:val="00974BEE"/>
    <w:rsid w:val="00991781"/>
    <w:rsid w:val="009938AA"/>
    <w:rsid w:val="009972DA"/>
    <w:rsid w:val="009A6AA6"/>
    <w:rsid w:val="009A6D15"/>
    <w:rsid w:val="009D1054"/>
    <w:rsid w:val="009F185A"/>
    <w:rsid w:val="009F583F"/>
    <w:rsid w:val="00A12B87"/>
    <w:rsid w:val="00A211F8"/>
    <w:rsid w:val="00A258C7"/>
    <w:rsid w:val="00A263AE"/>
    <w:rsid w:val="00A30687"/>
    <w:rsid w:val="00A46FCC"/>
    <w:rsid w:val="00A66456"/>
    <w:rsid w:val="00A75492"/>
    <w:rsid w:val="00A96E35"/>
    <w:rsid w:val="00AB79EC"/>
    <w:rsid w:val="00AC00AB"/>
    <w:rsid w:val="00AC0D65"/>
    <w:rsid w:val="00AD3ACC"/>
    <w:rsid w:val="00AD4E3F"/>
    <w:rsid w:val="00AF1DE1"/>
    <w:rsid w:val="00B00B61"/>
    <w:rsid w:val="00B02FA1"/>
    <w:rsid w:val="00B034CB"/>
    <w:rsid w:val="00B30957"/>
    <w:rsid w:val="00B66252"/>
    <w:rsid w:val="00B876B5"/>
    <w:rsid w:val="00B920BF"/>
    <w:rsid w:val="00B97021"/>
    <w:rsid w:val="00B97DCC"/>
    <w:rsid w:val="00BB4EE4"/>
    <w:rsid w:val="00BC0986"/>
    <w:rsid w:val="00BD5C92"/>
    <w:rsid w:val="00BE071A"/>
    <w:rsid w:val="00BF3216"/>
    <w:rsid w:val="00BF6155"/>
    <w:rsid w:val="00C13B56"/>
    <w:rsid w:val="00C2159E"/>
    <w:rsid w:val="00C3584E"/>
    <w:rsid w:val="00C62526"/>
    <w:rsid w:val="00CB0319"/>
    <w:rsid w:val="00CB167C"/>
    <w:rsid w:val="00CC449A"/>
    <w:rsid w:val="00CD0637"/>
    <w:rsid w:val="00D164B5"/>
    <w:rsid w:val="00D444FC"/>
    <w:rsid w:val="00D460FD"/>
    <w:rsid w:val="00D51D8C"/>
    <w:rsid w:val="00D655B2"/>
    <w:rsid w:val="00D763B6"/>
    <w:rsid w:val="00D873C8"/>
    <w:rsid w:val="00DB23D5"/>
    <w:rsid w:val="00DB4751"/>
    <w:rsid w:val="00DB5FEA"/>
    <w:rsid w:val="00DC09C6"/>
    <w:rsid w:val="00DE414C"/>
    <w:rsid w:val="00DF1E48"/>
    <w:rsid w:val="00E355C9"/>
    <w:rsid w:val="00E53B46"/>
    <w:rsid w:val="00E572DB"/>
    <w:rsid w:val="00E63ACD"/>
    <w:rsid w:val="00E65E47"/>
    <w:rsid w:val="00EA7615"/>
    <w:rsid w:val="00EB2A92"/>
    <w:rsid w:val="00EC6690"/>
    <w:rsid w:val="00EC704A"/>
    <w:rsid w:val="00EC7C09"/>
    <w:rsid w:val="00ED6200"/>
    <w:rsid w:val="00ED6483"/>
    <w:rsid w:val="00EE5607"/>
    <w:rsid w:val="00EF03AA"/>
    <w:rsid w:val="00EF38CB"/>
    <w:rsid w:val="00F05354"/>
    <w:rsid w:val="00F16B8E"/>
    <w:rsid w:val="00F33EE1"/>
    <w:rsid w:val="00F367AF"/>
    <w:rsid w:val="00F41333"/>
    <w:rsid w:val="00F41B27"/>
    <w:rsid w:val="00F41D15"/>
    <w:rsid w:val="00F532DE"/>
    <w:rsid w:val="00F53FB4"/>
    <w:rsid w:val="00F6025B"/>
    <w:rsid w:val="00F770CF"/>
    <w:rsid w:val="00F82486"/>
    <w:rsid w:val="00FB2673"/>
    <w:rsid w:val="00FC5813"/>
    <w:rsid w:val="00FE4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9F4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6B8E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16B8E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0B79F4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79F4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F770CF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AC0D6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C0D6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C449A"/>
    <w:pPr>
      <w:widowControl w:val="0"/>
      <w:autoSpaceDE w:val="0"/>
    </w:pPr>
    <w:rPr>
      <w:rFonts w:eastAsia="Times New Roman" w:cs="Calibri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74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162</TotalTime>
  <Pages>3</Pages>
  <Words>781</Words>
  <Characters>4454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2019-06-18T04:21:00Z</cp:lastPrinted>
  <dcterms:created xsi:type="dcterms:W3CDTF">2018-08-27T09:55:00Z</dcterms:created>
  <dcterms:modified xsi:type="dcterms:W3CDTF">2019-06-18T04:22:00Z</dcterms:modified>
</cp:coreProperties>
</file>