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0" w:type="dxa"/>
        <w:tblInd w:w="108" w:type="dxa"/>
        <w:tblLayout w:type="fixed"/>
        <w:tblLook w:val="00A0"/>
      </w:tblPr>
      <w:tblGrid>
        <w:gridCol w:w="9930"/>
      </w:tblGrid>
      <w:tr w:rsidR="001C0F00" w:rsidRPr="004E4E1E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</w:tcPr>
          <w:p w:rsidR="001C0F00" w:rsidRPr="007907F7" w:rsidRDefault="001C0F00" w:rsidP="007907F7">
            <w:pPr>
              <w:spacing w:after="0"/>
              <w:jc w:val="right"/>
              <w:rPr>
                <w:rFonts w:ascii="Times New Roman" w:hAnsi="Times New Roman"/>
              </w:rPr>
            </w:pPr>
            <w:r w:rsidRPr="007907F7">
              <w:rPr>
                <w:rFonts w:ascii="Times New Roman" w:hAnsi="Times New Roman"/>
              </w:rPr>
              <w:t xml:space="preserve">Приложение </w:t>
            </w:r>
            <w:r>
              <w:rPr>
                <w:rFonts w:ascii="Times New Roman" w:hAnsi="Times New Roman"/>
              </w:rPr>
              <w:t>№3</w:t>
            </w:r>
            <w:r w:rsidRPr="007907F7">
              <w:rPr>
                <w:rFonts w:ascii="Times New Roman" w:hAnsi="Times New Roman"/>
              </w:rPr>
              <w:t xml:space="preserve"> </w:t>
            </w:r>
          </w:p>
          <w:p w:rsidR="001C0F00" w:rsidRPr="007907F7" w:rsidRDefault="001C0F00" w:rsidP="007907F7">
            <w:pPr>
              <w:spacing w:after="0"/>
              <w:jc w:val="right"/>
              <w:rPr>
                <w:rFonts w:ascii="Times New Roman" w:hAnsi="Times New Roman"/>
              </w:rPr>
            </w:pPr>
            <w:r w:rsidRPr="007907F7">
              <w:rPr>
                <w:rFonts w:ascii="Times New Roman" w:hAnsi="Times New Roman"/>
              </w:rPr>
              <w:t xml:space="preserve">к </w:t>
            </w:r>
            <w:r>
              <w:rPr>
                <w:rFonts w:ascii="Times New Roman" w:hAnsi="Times New Roman"/>
              </w:rPr>
              <w:t>Решению Совета депутатов</w:t>
            </w:r>
          </w:p>
          <w:p w:rsidR="001C0F00" w:rsidRPr="007907F7" w:rsidRDefault="001C0F00" w:rsidP="007907F7">
            <w:pPr>
              <w:spacing w:after="0"/>
              <w:jc w:val="right"/>
              <w:rPr>
                <w:rFonts w:ascii="Times New Roman" w:hAnsi="Times New Roman"/>
              </w:rPr>
            </w:pPr>
            <w:r w:rsidRPr="007907F7">
              <w:rPr>
                <w:rFonts w:ascii="Times New Roman" w:hAnsi="Times New Roman"/>
              </w:rPr>
              <w:t>муниципального образования "Адамское"</w:t>
            </w:r>
          </w:p>
          <w:p w:rsidR="001C0F00" w:rsidRPr="007907F7" w:rsidRDefault="001C0F00" w:rsidP="007907F7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1C0F00" w:rsidRPr="004E4E1E" w:rsidTr="00B509C7">
        <w:trPr>
          <w:trHeight w:val="300"/>
        </w:trPr>
        <w:tc>
          <w:tcPr>
            <w:tcW w:w="8739" w:type="dxa"/>
            <w:vMerge/>
            <w:vAlign w:val="center"/>
          </w:tcPr>
          <w:p w:rsidR="001C0F00" w:rsidRPr="007907F7" w:rsidRDefault="001C0F00" w:rsidP="007907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0F00" w:rsidRPr="004E4E1E" w:rsidTr="00B509C7">
        <w:trPr>
          <w:trHeight w:val="300"/>
        </w:trPr>
        <w:tc>
          <w:tcPr>
            <w:tcW w:w="8739" w:type="dxa"/>
            <w:vMerge/>
            <w:vAlign w:val="center"/>
          </w:tcPr>
          <w:p w:rsidR="001C0F00" w:rsidRPr="007907F7" w:rsidRDefault="001C0F00" w:rsidP="007907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0F00" w:rsidRPr="004E4E1E" w:rsidTr="00B509C7">
        <w:trPr>
          <w:trHeight w:val="300"/>
        </w:trPr>
        <w:tc>
          <w:tcPr>
            <w:tcW w:w="8739" w:type="dxa"/>
            <w:vMerge/>
            <w:vAlign w:val="center"/>
          </w:tcPr>
          <w:p w:rsidR="001C0F00" w:rsidRPr="007907F7" w:rsidRDefault="001C0F00" w:rsidP="007907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C0F00" w:rsidRDefault="001C0F00" w:rsidP="007907F7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1C0F00" w:rsidRPr="00C8088D" w:rsidRDefault="001C0F00" w:rsidP="00C8088D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C8088D">
        <w:rPr>
          <w:rFonts w:ascii="Times New Roman" w:hAnsi="Times New Roman"/>
          <w:b/>
          <w:lang w:eastAsia="ru-RU"/>
        </w:rPr>
        <w:t>Отчет</w:t>
      </w:r>
    </w:p>
    <w:p w:rsidR="001C0F00" w:rsidRPr="007907F7" w:rsidRDefault="001C0F00" w:rsidP="007907F7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>по и</w:t>
      </w:r>
      <w:r w:rsidRPr="007907F7">
        <w:rPr>
          <w:rFonts w:ascii="Times New Roman" w:hAnsi="Times New Roman"/>
          <w:b/>
          <w:lang w:eastAsia="ru-RU"/>
        </w:rPr>
        <w:t>сточник</w:t>
      </w:r>
      <w:r>
        <w:rPr>
          <w:rFonts w:ascii="Times New Roman" w:hAnsi="Times New Roman"/>
          <w:b/>
          <w:lang w:eastAsia="ru-RU"/>
        </w:rPr>
        <w:t>ам</w:t>
      </w:r>
      <w:r w:rsidRPr="007907F7">
        <w:rPr>
          <w:rFonts w:ascii="Times New Roman" w:hAnsi="Times New Roman"/>
          <w:b/>
          <w:lang w:eastAsia="ru-RU"/>
        </w:rPr>
        <w:t xml:space="preserve"> внутреннего финансирования дефицита бюджета муниципального образования «Адамское» </w:t>
      </w:r>
      <w:r>
        <w:rPr>
          <w:rFonts w:ascii="Times New Roman" w:hAnsi="Times New Roman"/>
          <w:b/>
          <w:lang w:eastAsia="ru-RU"/>
        </w:rPr>
        <w:t>з</w:t>
      </w:r>
      <w:r w:rsidRPr="007907F7">
        <w:rPr>
          <w:rFonts w:ascii="Times New Roman" w:hAnsi="Times New Roman"/>
          <w:b/>
          <w:lang w:eastAsia="ru-RU"/>
        </w:rPr>
        <w:t xml:space="preserve">а </w:t>
      </w:r>
      <w:r>
        <w:rPr>
          <w:rFonts w:ascii="Times New Roman" w:hAnsi="Times New Roman"/>
          <w:b/>
          <w:lang w:eastAsia="ru-RU"/>
        </w:rPr>
        <w:t>9 месяцев 2018</w:t>
      </w:r>
      <w:r w:rsidRPr="007907F7">
        <w:rPr>
          <w:rFonts w:ascii="Times New Roman" w:hAnsi="Times New Roman"/>
          <w:b/>
          <w:lang w:eastAsia="ru-RU"/>
        </w:rPr>
        <w:t xml:space="preserve"> год</w:t>
      </w:r>
      <w:r>
        <w:rPr>
          <w:rFonts w:ascii="Times New Roman" w:hAnsi="Times New Roman"/>
          <w:b/>
          <w:lang w:eastAsia="ru-RU"/>
        </w:rPr>
        <w:t>а</w:t>
      </w:r>
    </w:p>
    <w:p w:rsidR="001C0F00" w:rsidRPr="007907F7" w:rsidRDefault="001C0F00" w:rsidP="007907F7">
      <w:pPr>
        <w:spacing w:after="0" w:line="240" w:lineRule="auto"/>
        <w:ind w:left="7788"/>
        <w:rPr>
          <w:rFonts w:ascii="Times New Roman" w:hAnsi="Times New Roman"/>
          <w:b/>
          <w:lang w:eastAsia="ru-RU"/>
        </w:rPr>
      </w:pPr>
      <w:r w:rsidRPr="007907F7">
        <w:rPr>
          <w:rFonts w:ascii="Times New Roman" w:hAnsi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3828"/>
        <w:gridCol w:w="1559"/>
        <w:gridCol w:w="1590"/>
      </w:tblGrid>
      <w:tr w:rsidR="001C0F00" w:rsidRPr="004E4E1E" w:rsidTr="001C1020">
        <w:trPr>
          <w:trHeight w:val="475"/>
        </w:trPr>
        <w:tc>
          <w:tcPr>
            <w:tcW w:w="2835" w:type="dxa"/>
          </w:tcPr>
          <w:p w:rsidR="001C0F00" w:rsidRPr="007907F7" w:rsidRDefault="001C0F00" w:rsidP="007907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907F7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3828" w:type="dxa"/>
          </w:tcPr>
          <w:p w:rsidR="001C0F00" w:rsidRPr="007907F7" w:rsidRDefault="001C0F00" w:rsidP="007907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907F7">
              <w:rPr>
                <w:rFonts w:ascii="Times New Roman" w:hAnsi="Times New Roman"/>
                <w:b/>
              </w:rPr>
              <w:t>Наименование источников</w:t>
            </w:r>
          </w:p>
        </w:tc>
        <w:tc>
          <w:tcPr>
            <w:tcW w:w="1559" w:type="dxa"/>
          </w:tcPr>
          <w:p w:rsidR="001C0F00" w:rsidRDefault="001C0F00" w:rsidP="00C8088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Утверждено </w:t>
            </w:r>
          </w:p>
          <w:p w:rsidR="001C0F00" w:rsidRPr="007907F7" w:rsidRDefault="001C0F00" w:rsidP="009E566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 2018</w:t>
            </w:r>
            <w:r w:rsidRPr="007907F7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590" w:type="dxa"/>
          </w:tcPr>
          <w:p w:rsidR="001C0F00" w:rsidRDefault="001C0F00" w:rsidP="001C10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Исполнено</w:t>
            </w:r>
          </w:p>
          <w:p w:rsidR="001C0F00" w:rsidRPr="007907F7" w:rsidRDefault="001C0F00" w:rsidP="009E566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 9 месяцев 2018 года</w:t>
            </w:r>
          </w:p>
        </w:tc>
      </w:tr>
      <w:tr w:rsidR="001C0F00" w:rsidRPr="004E4E1E" w:rsidTr="001C1020">
        <w:trPr>
          <w:trHeight w:val="505"/>
        </w:trPr>
        <w:tc>
          <w:tcPr>
            <w:tcW w:w="2835" w:type="dxa"/>
          </w:tcPr>
          <w:p w:rsidR="001C0F00" w:rsidRPr="007907F7" w:rsidRDefault="001C0F00" w:rsidP="007907F7">
            <w:pPr>
              <w:spacing w:after="120"/>
              <w:rPr>
                <w:rFonts w:ascii="Times New Roman" w:hAnsi="Times New Roman"/>
                <w:b/>
              </w:rPr>
            </w:pPr>
            <w:r w:rsidRPr="007907F7">
              <w:rPr>
                <w:rFonts w:ascii="Times New Roman" w:hAnsi="Times New Roman"/>
                <w:b/>
              </w:rPr>
              <w:t>000 01 05 00 00 00 0000 000</w:t>
            </w:r>
          </w:p>
        </w:tc>
        <w:tc>
          <w:tcPr>
            <w:tcW w:w="3828" w:type="dxa"/>
          </w:tcPr>
          <w:p w:rsidR="001C0F00" w:rsidRPr="007907F7" w:rsidRDefault="001C0F00" w:rsidP="007907F7">
            <w:pPr>
              <w:spacing w:after="0"/>
              <w:rPr>
                <w:rFonts w:ascii="Times New Roman" w:hAnsi="Times New Roman"/>
                <w:b/>
              </w:rPr>
            </w:pPr>
            <w:r w:rsidRPr="007907F7">
              <w:rPr>
                <w:rFonts w:ascii="Times New Roman" w:hAnsi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</w:tcPr>
          <w:p w:rsidR="001C0F00" w:rsidRPr="000F270D" w:rsidRDefault="001C0F00" w:rsidP="00FA4F7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478,6</w:t>
            </w:r>
          </w:p>
        </w:tc>
        <w:tc>
          <w:tcPr>
            <w:tcW w:w="1590" w:type="dxa"/>
          </w:tcPr>
          <w:p w:rsidR="001C0F00" w:rsidRPr="000F270D" w:rsidRDefault="001C0F00" w:rsidP="00FA4F7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352,9</w:t>
            </w:r>
            <w:bookmarkStart w:id="0" w:name="_GoBack"/>
            <w:bookmarkEnd w:id="0"/>
          </w:p>
        </w:tc>
      </w:tr>
      <w:tr w:rsidR="001C0F00" w:rsidRPr="004E4E1E" w:rsidTr="00560134">
        <w:trPr>
          <w:trHeight w:val="527"/>
        </w:trPr>
        <w:tc>
          <w:tcPr>
            <w:tcW w:w="2835" w:type="dxa"/>
          </w:tcPr>
          <w:p w:rsidR="001C0F00" w:rsidRPr="007907F7" w:rsidRDefault="001C0F00" w:rsidP="007907F7">
            <w:pPr>
              <w:spacing w:after="120"/>
              <w:rPr>
                <w:rFonts w:ascii="Times New Roman" w:hAnsi="Times New Roman"/>
              </w:rPr>
            </w:pPr>
            <w:r w:rsidRPr="007907F7">
              <w:rPr>
                <w:rFonts w:ascii="Times New Roman" w:hAnsi="Times New Roman"/>
              </w:rPr>
              <w:t>000 01 05 02 01 10 0000 610</w:t>
            </w:r>
          </w:p>
        </w:tc>
        <w:tc>
          <w:tcPr>
            <w:tcW w:w="3828" w:type="dxa"/>
          </w:tcPr>
          <w:p w:rsidR="001C0F00" w:rsidRPr="007907F7" w:rsidRDefault="001C0F00" w:rsidP="007907F7">
            <w:pPr>
              <w:spacing w:after="0"/>
              <w:rPr>
                <w:rFonts w:ascii="Times New Roman" w:hAnsi="Times New Roman"/>
              </w:rPr>
            </w:pPr>
            <w:r w:rsidRPr="007907F7">
              <w:rPr>
                <w:rFonts w:ascii="Times New Roman" w:hAnsi="Times New Roman"/>
              </w:rPr>
              <w:t xml:space="preserve">Уменьшение прочих остатков денежных средств бюджетов </w:t>
            </w:r>
            <w:r w:rsidRPr="007907F7">
              <w:rPr>
                <w:rFonts w:ascii="Times New Roman" w:hAnsi="Times New Roman"/>
                <w:sz w:val="24"/>
                <w:szCs w:val="20"/>
              </w:rPr>
              <w:t>поселений</w:t>
            </w:r>
          </w:p>
        </w:tc>
        <w:tc>
          <w:tcPr>
            <w:tcW w:w="1559" w:type="dxa"/>
          </w:tcPr>
          <w:p w:rsidR="001C0F00" w:rsidRPr="000F270D" w:rsidRDefault="001C0F00" w:rsidP="00C808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478,6</w:t>
            </w:r>
          </w:p>
        </w:tc>
        <w:tc>
          <w:tcPr>
            <w:tcW w:w="1590" w:type="dxa"/>
          </w:tcPr>
          <w:p w:rsidR="001C0F00" w:rsidRPr="000F270D" w:rsidRDefault="001C0F00" w:rsidP="00FA4F7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352,9</w:t>
            </w:r>
          </w:p>
        </w:tc>
      </w:tr>
    </w:tbl>
    <w:p w:rsidR="001C0F00" w:rsidRPr="007907F7" w:rsidRDefault="001C0F00" w:rsidP="007907F7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0"/>
          <w:lang w:val="en-US" w:eastAsia="ru-RU"/>
        </w:rPr>
      </w:pPr>
    </w:p>
    <w:p w:rsidR="001C0F00" w:rsidRPr="007907F7" w:rsidRDefault="001C0F00" w:rsidP="007907F7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0"/>
          <w:lang w:val="en-US" w:eastAsia="ru-RU"/>
        </w:rPr>
      </w:pPr>
    </w:p>
    <w:p w:rsidR="001C0F00" w:rsidRDefault="001C0F00"/>
    <w:sectPr w:rsidR="001C0F00" w:rsidSect="004C6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380"/>
    <w:rsid w:val="0001710B"/>
    <w:rsid w:val="000F270D"/>
    <w:rsid w:val="00157AC7"/>
    <w:rsid w:val="001C0F00"/>
    <w:rsid w:val="001C1020"/>
    <w:rsid w:val="001E1C89"/>
    <w:rsid w:val="002E1380"/>
    <w:rsid w:val="002F67A5"/>
    <w:rsid w:val="004C6ACE"/>
    <w:rsid w:val="004E4E1E"/>
    <w:rsid w:val="00560134"/>
    <w:rsid w:val="007907F7"/>
    <w:rsid w:val="00796809"/>
    <w:rsid w:val="008A1A8C"/>
    <w:rsid w:val="008D1434"/>
    <w:rsid w:val="009E5660"/>
    <w:rsid w:val="00AB2317"/>
    <w:rsid w:val="00B509C7"/>
    <w:rsid w:val="00C8088D"/>
    <w:rsid w:val="00FA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3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80</Words>
  <Characters>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14</cp:revision>
  <cp:lastPrinted>2015-04-22T08:21:00Z</cp:lastPrinted>
  <dcterms:created xsi:type="dcterms:W3CDTF">2015-02-27T04:45:00Z</dcterms:created>
  <dcterms:modified xsi:type="dcterms:W3CDTF">2018-12-21T05:32:00Z</dcterms:modified>
</cp:coreProperties>
</file>