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37463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E37463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3A61DC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E37463">
        <w:rPr>
          <w:rFonts w:ascii="Times New Roman" w:eastAsia="Times New Roman" w:hAnsi="Times New Roman" w:cs="Times New Roman"/>
          <w:b/>
          <w:lang w:eastAsia="ru-RU"/>
        </w:rPr>
        <w:t>8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3746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94397C" w:rsidRPr="00A00F76" w:rsidTr="003A61D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3A6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3A61DC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3A6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3A61D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полугодие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94397C" w:rsidRPr="00A00F76" w:rsidTr="003A61D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3A61DC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79,6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3A61DC">
              <w:rPr>
                <w:rFonts w:ascii="Times New Roman" w:eastAsia="Times New Roman" w:hAnsi="Times New Roman" w:cs="Times New Roman"/>
                <w:b/>
                <w:lang w:eastAsia="ru-RU"/>
              </w:rPr>
              <w:t>39,9</w:t>
            </w:r>
          </w:p>
          <w:p w:rsidR="008645A9" w:rsidRPr="002A0F2B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4397C" w:rsidRPr="00A00F76" w:rsidTr="003A61DC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3A61DC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79,6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3A61DC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  <w:p w:rsidR="008645A9" w:rsidRPr="002A0F2B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A61DC"/>
    <w:rsid w:val="003E256E"/>
    <w:rsid w:val="004B7603"/>
    <w:rsid w:val="007678B7"/>
    <w:rsid w:val="008645A9"/>
    <w:rsid w:val="008900C9"/>
    <w:rsid w:val="00934D4A"/>
    <w:rsid w:val="0094397C"/>
    <w:rsid w:val="009A0B29"/>
    <w:rsid w:val="00A00F76"/>
    <w:rsid w:val="00B44DBE"/>
    <w:rsid w:val="00CB1D3D"/>
    <w:rsid w:val="00CC74CD"/>
    <w:rsid w:val="00D27D15"/>
    <w:rsid w:val="00E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16</cp:revision>
  <dcterms:created xsi:type="dcterms:W3CDTF">2015-02-27T04:59:00Z</dcterms:created>
  <dcterms:modified xsi:type="dcterms:W3CDTF">2018-07-19T10:31:00Z</dcterms:modified>
</cp:coreProperties>
</file>